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/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东北大学博士学位论文复审（原专家重评）申请表</w:t>
      </w:r>
    </w:p>
    <w:tbl>
      <w:tblPr>
        <w:tblStyle w:val="13"/>
        <w:tblW w:w="521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4"/>
        <w:gridCol w:w="505"/>
        <w:gridCol w:w="1522"/>
        <w:gridCol w:w="748"/>
        <w:gridCol w:w="1269"/>
        <w:gridCol w:w="1767"/>
        <w:gridCol w:w="20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61" w:type="pct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申请人姓名</w:t>
            </w:r>
          </w:p>
        </w:tc>
        <w:tc>
          <w:tcPr>
            <w:tcW w:w="841" w:type="pct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13" w:type="pct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学号</w:t>
            </w:r>
          </w:p>
        </w:tc>
        <w:tc>
          <w:tcPr>
            <w:tcW w:w="700" w:type="pct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76" w:type="pct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指导教师</w:t>
            </w:r>
          </w:p>
        </w:tc>
        <w:tc>
          <w:tcPr>
            <w:tcW w:w="1108" w:type="pc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961" w:type="pct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学科（专业）</w:t>
            </w:r>
          </w:p>
        </w:tc>
        <w:tc>
          <w:tcPr>
            <w:tcW w:w="1955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76" w:type="pc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w w:val="90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联系电话</w:t>
            </w:r>
          </w:p>
        </w:tc>
        <w:tc>
          <w:tcPr>
            <w:tcW w:w="1108" w:type="pct"/>
            <w:tcBorders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961" w:type="pct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w w:val="90"/>
                <w:sz w:val="24"/>
              </w:rPr>
              <w:t>前次提交论文时间及结果</w:t>
            </w:r>
          </w:p>
        </w:tc>
        <w:tc>
          <w:tcPr>
            <w:tcW w:w="4039" w:type="pct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961" w:type="pct"/>
            <w:gridSpan w:val="2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学位论文题目</w:t>
            </w:r>
          </w:p>
        </w:tc>
        <w:tc>
          <w:tcPr>
            <w:tcW w:w="4039" w:type="pct"/>
            <w:gridSpan w:val="5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7" w:hRule="atLeast"/>
        </w:trPr>
        <w:tc>
          <w:tcPr>
            <w:tcW w:w="5000" w:type="pct"/>
            <w:gridSpan w:val="7"/>
            <w:tcBorders>
              <w:top w:val="nil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学位论文修改前存在的问题：</w:t>
            </w:r>
          </w:p>
          <w:p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5" w:hRule="atLeast"/>
        </w:trPr>
        <w:tc>
          <w:tcPr>
            <w:tcW w:w="5000" w:type="pct"/>
            <w:gridSpan w:val="7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学位论文内容所做的具体修改和充实情况：</w:t>
            </w: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spacing w:afterLines="50"/>
              <w:jc w:val="righ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本人签字：　　　　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7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指导教师对学位论文修改及</w:t>
            </w:r>
            <w:r>
              <w:rPr>
                <w:b/>
                <w:bCs/>
                <w:sz w:val="24"/>
              </w:rPr>
              <w:t>充实</w:t>
            </w:r>
            <w:r>
              <w:rPr>
                <w:rFonts w:hint="eastAsia"/>
                <w:b/>
                <w:bCs/>
                <w:sz w:val="24"/>
              </w:rPr>
              <w:t>情况的评价意见（含是否同意送审评阅）：</w:t>
            </w: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afterLines="50"/>
              <w:ind w:firstLine="3840" w:firstLineChars="1600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导师</w:t>
            </w:r>
            <w:r>
              <w:rPr>
                <w:rFonts w:ascii="宋体" w:hAnsi="宋体"/>
                <w:bCs/>
                <w:sz w:val="24"/>
              </w:rPr>
              <w:t>签章</w:t>
            </w:r>
            <w:r>
              <w:rPr>
                <w:rFonts w:hint="eastAsia" w:ascii="宋体" w:hAnsi="宋体"/>
                <w:bCs/>
                <w:sz w:val="24"/>
              </w:rPr>
              <w:t xml:space="preserve">:  </w:t>
            </w:r>
            <w:r>
              <w:rPr>
                <w:rFonts w:ascii="宋体" w:hAnsi="宋体"/>
                <w:bCs/>
                <w:sz w:val="24"/>
              </w:rPr>
              <w:t xml:space="preserve">         </w:t>
            </w:r>
            <w:r>
              <w:rPr>
                <w:rFonts w:hint="eastAsia" w:ascii="宋体" w:hAnsi="宋体"/>
                <w:bCs/>
                <w:sz w:val="24"/>
              </w:rPr>
              <w:t xml:space="preserve">年   </w:t>
            </w:r>
            <w:r>
              <w:rPr>
                <w:rFonts w:ascii="宋体" w:hAnsi="宋体"/>
                <w:bCs/>
                <w:sz w:val="24"/>
              </w:rPr>
              <w:t xml:space="preserve">  </w:t>
            </w:r>
            <w:r>
              <w:rPr>
                <w:rFonts w:hint="eastAsia" w:ascii="宋体" w:hAnsi="宋体"/>
                <w:bCs/>
                <w:sz w:val="24"/>
              </w:rPr>
              <w:t xml:space="preserve">月   </w:t>
            </w:r>
            <w:r>
              <w:rPr>
                <w:rFonts w:ascii="宋体" w:hAnsi="宋体"/>
                <w:bCs/>
                <w:sz w:val="24"/>
              </w:rPr>
              <w:t xml:space="preserve">  </w:t>
            </w:r>
            <w:r>
              <w:rPr>
                <w:rFonts w:hint="eastAsia" w:ascii="宋体" w:hAnsi="宋体"/>
                <w:bCs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2" w:type="pct"/>
            <w:tcBorders>
              <w:lef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责任教授</w:t>
            </w: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审核意见</w:t>
            </w:r>
          </w:p>
        </w:tc>
        <w:tc>
          <w:tcPr>
            <w:tcW w:w="4318" w:type="pct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afterLines="50" w:line="360" w:lineRule="auto"/>
              <w:ind w:firstLine="2160" w:firstLineChars="900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责任教授</w:t>
            </w:r>
            <w:r>
              <w:rPr>
                <w:rFonts w:ascii="宋体" w:hAnsi="宋体"/>
                <w:bCs/>
                <w:sz w:val="24"/>
              </w:rPr>
              <w:t>签章</w:t>
            </w:r>
            <w:r>
              <w:rPr>
                <w:rFonts w:hint="eastAsia" w:ascii="宋体" w:hAnsi="宋体"/>
                <w:bCs/>
                <w:sz w:val="24"/>
              </w:rPr>
              <w:t xml:space="preserve">:  </w:t>
            </w:r>
            <w:r>
              <w:rPr>
                <w:rFonts w:ascii="宋体" w:hAnsi="宋体"/>
                <w:bCs/>
                <w:sz w:val="24"/>
              </w:rPr>
              <w:t xml:space="preserve">         </w:t>
            </w:r>
            <w:r>
              <w:rPr>
                <w:rFonts w:hint="eastAsia" w:ascii="宋体" w:hAnsi="宋体"/>
                <w:bCs/>
                <w:sz w:val="24"/>
              </w:rPr>
              <w:t xml:space="preserve">年   </w:t>
            </w:r>
            <w:r>
              <w:rPr>
                <w:rFonts w:ascii="宋体" w:hAnsi="宋体"/>
                <w:bCs/>
                <w:sz w:val="24"/>
              </w:rPr>
              <w:t xml:space="preserve">  </w:t>
            </w:r>
            <w:r>
              <w:rPr>
                <w:rFonts w:hint="eastAsia" w:ascii="宋体" w:hAnsi="宋体"/>
                <w:bCs/>
                <w:sz w:val="24"/>
              </w:rPr>
              <w:t xml:space="preserve">月   </w:t>
            </w:r>
            <w:r>
              <w:rPr>
                <w:rFonts w:ascii="宋体" w:hAnsi="宋体"/>
                <w:bCs/>
                <w:sz w:val="24"/>
              </w:rPr>
              <w:t xml:space="preserve">  </w:t>
            </w:r>
            <w:r>
              <w:rPr>
                <w:rFonts w:hint="eastAsia" w:ascii="宋体" w:hAnsi="宋体"/>
                <w:bCs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3" w:hRule="atLeast"/>
        </w:trPr>
        <w:tc>
          <w:tcPr>
            <w:tcW w:w="682" w:type="pct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学    院</w:t>
            </w: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审核意见</w:t>
            </w:r>
          </w:p>
        </w:tc>
        <w:tc>
          <w:tcPr>
            <w:tcW w:w="4318" w:type="pct"/>
            <w:gridSpan w:val="6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afterLines="50" w:line="360" w:lineRule="auto"/>
              <w:ind w:firstLine="2040" w:firstLineChars="850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学院</w:t>
            </w:r>
            <w:r>
              <w:rPr>
                <w:rFonts w:ascii="宋体" w:hAnsi="宋体"/>
                <w:bCs/>
                <w:sz w:val="24"/>
              </w:rPr>
              <w:t>负责人签章</w:t>
            </w:r>
            <w:r>
              <w:rPr>
                <w:rFonts w:hint="eastAsia" w:ascii="宋体" w:hAnsi="宋体"/>
                <w:bCs/>
                <w:sz w:val="24"/>
              </w:rPr>
              <w:t xml:space="preserve">: </w:t>
            </w:r>
            <w:r>
              <w:rPr>
                <w:rFonts w:ascii="宋体" w:hAnsi="宋体"/>
                <w:bCs/>
                <w:sz w:val="24"/>
              </w:rPr>
              <w:t xml:space="preserve">         </w:t>
            </w:r>
            <w:r>
              <w:rPr>
                <w:rFonts w:hint="eastAsia" w:ascii="宋体" w:hAnsi="宋体"/>
                <w:bCs/>
                <w:sz w:val="24"/>
              </w:rPr>
              <w:t xml:space="preserve">年   </w:t>
            </w:r>
            <w:r>
              <w:rPr>
                <w:rFonts w:ascii="宋体" w:hAnsi="宋体"/>
                <w:bCs/>
                <w:sz w:val="24"/>
              </w:rPr>
              <w:t xml:space="preserve">  </w:t>
            </w:r>
            <w:r>
              <w:rPr>
                <w:rFonts w:hint="eastAsia" w:ascii="宋体" w:hAnsi="宋体"/>
                <w:bCs/>
                <w:sz w:val="24"/>
              </w:rPr>
              <w:t xml:space="preserve">月   </w:t>
            </w:r>
            <w:r>
              <w:rPr>
                <w:rFonts w:ascii="宋体" w:hAnsi="宋体"/>
                <w:bCs/>
                <w:sz w:val="24"/>
              </w:rPr>
              <w:t xml:space="preserve">  </w:t>
            </w:r>
            <w:r>
              <w:rPr>
                <w:rFonts w:hint="eastAsia" w:ascii="宋体" w:hAnsi="宋体"/>
                <w:bCs/>
                <w:sz w:val="24"/>
              </w:rPr>
              <w:t>日</w:t>
            </w:r>
          </w:p>
        </w:tc>
      </w:tr>
    </w:tbl>
    <w:p>
      <w:pPr>
        <w:rPr>
          <w:rFonts w:ascii="仿宋_GB2312" w:eastAsia="仿宋_GB2312"/>
          <w:szCs w:val="21"/>
        </w:rPr>
      </w:pPr>
      <w:bookmarkStart w:id="0" w:name="_GoBack"/>
      <w:bookmarkEnd w:id="0"/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797" w:bottom="1440" w:left="1644" w:header="851" w:footer="1418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page" w:x="14061" w:y="58"/>
      <w:jc w:val="right"/>
      <w:rPr>
        <w:rStyle w:val="16"/>
        <w:rFonts w:ascii="仿宋_GB2312" w:eastAsia="仿宋_GB2312"/>
        <w:sz w:val="32"/>
        <w:szCs w:val="32"/>
      </w:rPr>
    </w:pPr>
    <w:r>
      <w:rPr>
        <w:rFonts w:hint="eastAsia" w:ascii="仿宋_GB2312" w:eastAsia="仿宋_GB2312"/>
        <w:sz w:val="32"/>
        <w:szCs w:val="32"/>
      </w:rPr>
      <w:fldChar w:fldCharType="begin"/>
    </w:r>
    <w:r>
      <w:rPr>
        <w:rStyle w:val="16"/>
        <w:rFonts w:hint="eastAsia" w:ascii="仿宋_GB2312" w:eastAsia="仿宋_GB2312"/>
        <w:sz w:val="32"/>
        <w:szCs w:val="32"/>
      </w:rPr>
      <w:instrText xml:space="preserve">PAGE  </w:instrText>
    </w:r>
    <w:r>
      <w:rPr>
        <w:rFonts w:hint="eastAsia" w:ascii="仿宋_GB2312" w:eastAsia="仿宋_GB2312"/>
        <w:sz w:val="32"/>
        <w:szCs w:val="32"/>
      </w:rPr>
      <w:fldChar w:fldCharType="separate"/>
    </w:r>
    <w:r>
      <w:rPr>
        <w:rStyle w:val="16"/>
        <w:rFonts w:ascii="仿宋_GB2312" w:eastAsia="仿宋_GB2312"/>
        <w:sz w:val="32"/>
        <w:szCs w:val="32"/>
      </w:rPr>
      <w:t>- 17 -</w:t>
    </w:r>
    <w:r>
      <w:rPr>
        <w:rFonts w:hint="eastAsia" w:ascii="仿宋_GB2312" w:eastAsia="仿宋_GB2312"/>
        <w:sz w:val="32"/>
        <w:szCs w:val="32"/>
      </w:rPr>
      <w:fldChar w:fldCharType="end"/>
    </w:r>
  </w:p>
  <w:p>
    <w:pPr>
      <w:pStyle w:val="9"/>
      <w:ind w:right="360" w:firstLine="36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y="1"/>
      <w:rPr>
        <w:rStyle w:val="16"/>
        <w:rFonts w:ascii="仿宋_GB2312" w:eastAsia="仿宋_GB2312"/>
        <w:sz w:val="32"/>
        <w:szCs w:val="32"/>
      </w:rPr>
    </w:pPr>
    <w:r>
      <w:rPr>
        <w:rFonts w:hint="eastAsia" w:ascii="仿宋_GB2312" w:eastAsia="仿宋_GB2312"/>
        <w:sz w:val="32"/>
        <w:szCs w:val="32"/>
      </w:rPr>
      <w:fldChar w:fldCharType="begin"/>
    </w:r>
    <w:r>
      <w:rPr>
        <w:rStyle w:val="16"/>
        <w:rFonts w:hint="eastAsia" w:ascii="仿宋_GB2312" w:eastAsia="仿宋_GB2312"/>
        <w:sz w:val="32"/>
        <w:szCs w:val="32"/>
      </w:rPr>
      <w:instrText xml:space="preserve">PAGE  </w:instrText>
    </w:r>
    <w:r>
      <w:rPr>
        <w:rFonts w:hint="eastAsia" w:ascii="仿宋_GB2312" w:eastAsia="仿宋_GB2312"/>
        <w:sz w:val="32"/>
        <w:szCs w:val="32"/>
      </w:rPr>
      <w:fldChar w:fldCharType="separate"/>
    </w:r>
    <w:r>
      <w:rPr>
        <w:rStyle w:val="16"/>
        <w:rFonts w:ascii="仿宋_GB2312" w:eastAsia="仿宋_GB2312"/>
        <w:sz w:val="32"/>
        <w:szCs w:val="32"/>
      </w:rPr>
      <w:t>- 16 -</w:t>
    </w:r>
    <w:r>
      <w:rPr>
        <w:rFonts w:hint="eastAsia" w:ascii="仿宋_GB2312" w:eastAsia="仿宋_GB2312"/>
        <w:sz w:val="32"/>
        <w:szCs w:val="32"/>
      </w:rPr>
      <w:fldChar w:fldCharType="end"/>
    </w:r>
    <w:r>
      <w:rPr>
        <w:rStyle w:val="16"/>
        <w:rFonts w:hint="eastAsia" w:ascii="仿宋_GB2312" w:eastAsia="仿宋_GB2312"/>
        <w:sz w:val="32"/>
        <w:szCs w:val="32"/>
      </w:rPr>
      <w:t xml:space="preserve"> </w:t>
    </w:r>
  </w:p>
  <w:p>
    <w:pPr>
      <w:pStyle w:val="9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attachedTemplate r:id="rId1"/>
  <w:documentProtection w:enforcement="0"/>
  <w:defaultTabStop w:val="425"/>
  <w:evenAndOddHeaders w:val="1"/>
  <w:drawingGridHorizontalSpacing w:val="105"/>
  <w:drawingGridVerticalSpacing w:val="156"/>
  <w:displayHorizontalDrawingGridEvery w:val="0"/>
  <w:displayVerticalDrawingGridEvery w:val="2"/>
  <w:doNotShadeFormData w:val="1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docVars>
    <w:docVar w:name="fieldCopyNum" w:val="0000001"/>
    <w:docVar w:name="fieldSecreteDeg" w:val="绝密"/>
    <w:docVar w:name="fieldSecreteLen" w:val="★一年"/>
    <w:docVar w:name="fieldUrgencyDeg" w:val="特  急"/>
  </w:docVars>
  <w:rsids>
    <w:rsidRoot w:val="000033E6"/>
    <w:rsid w:val="000032C4"/>
    <w:rsid w:val="000033E6"/>
    <w:rsid w:val="0000497E"/>
    <w:rsid w:val="000116D6"/>
    <w:rsid w:val="00011D9E"/>
    <w:rsid w:val="00015C55"/>
    <w:rsid w:val="0001646A"/>
    <w:rsid w:val="00016F22"/>
    <w:rsid w:val="00021196"/>
    <w:rsid w:val="0002195D"/>
    <w:rsid w:val="00021FE9"/>
    <w:rsid w:val="000223CE"/>
    <w:rsid w:val="00027202"/>
    <w:rsid w:val="000319B5"/>
    <w:rsid w:val="000343D2"/>
    <w:rsid w:val="00035E3A"/>
    <w:rsid w:val="00037246"/>
    <w:rsid w:val="0003726A"/>
    <w:rsid w:val="0003727C"/>
    <w:rsid w:val="0004414D"/>
    <w:rsid w:val="0004444E"/>
    <w:rsid w:val="00045AA2"/>
    <w:rsid w:val="000469FA"/>
    <w:rsid w:val="000514EF"/>
    <w:rsid w:val="000518CB"/>
    <w:rsid w:val="00052654"/>
    <w:rsid w:val="00055332"/>
    <w:rsid w:val="00056308"/>
    <w:rsid w:val="0005642F"/>
    <w:rsid w:val="00057574"/>
    <w:rsid w:val="00061BA8"/>
    <w:rsid w:val="000628B5"/>
    <w:rsid w:val="00063359"/>
    <w:rsid w:val="00063ED8"/>
    <w:rsid w:val="00064041"/>
    <w:rsid w:val="00066A8E"/>
    <w:rsid w:val="00071B3D"/>
    <w:rsid w:val="00071FDC"/>
    <w:rsid w:val="00072F21"/>
    <w:rsid w:val="000735B2"/>
    <w:rsid w:val="00073F8D"/>
    <w:rsid w:val="00076C1D"/>
    <w:rsid w:val="00077041"/>
    <w:rsid w:val="00077BDD"/>
    <w:rsid w:val="0008214A"/>
    <w:rsid w:val="0008329E"/>
    <w:rsid w:val="0008452A"/>
    <w:rsid w:val="00085526"/>
    <w:rsid w:val="0008594C"/>
    <w:rsid w:val="00090BC8"/>
    <w:rsid w:val="0009154F"/>
    <w:rsid w:val="00092B16"/>
    <w:rsid w:val="00093DD3"/>
    <w:rsid w:val="000946C0"/>
    <w:rsid w:val="00095E4C"/>
    <w:rsid w:val="00096803"/>
    <w:rsid w:val="00096A3E"/>
    <w:rsid w:val="000A03EA"/>
    <w:rsid w:val="000A0D25"/>
    <w:rsid w:val="000A2A4C"/>
    <w:rsid w:val="000A3563"/>
    <w:rsid w:val="000A37D8"/>
    <w:rsid w:val="000A4BD3"/>
    <w:rsid w:val="000B192A"/>
    <w:rsid w:val="000B1E36"/>
    <w:rsid w:val="000B2D68"/>
    <w:rsid w:val="000B3B86"/>
    <w:rsid w:val="000B6CD4"/>
    <w:rsid w:val="000C07B0"/>
    <w:rsid w:val="000C1C1B"/>
    <w:rsid w:val="000C1DD9"/>
    <w:rsid w:val="000C1F65"/>
    <w:rsid w:val="000C2351"/>
    <w:rsid w:val="000C26ED"/>
    <w:rsid w:val="000C2992"/>
    <w:rsid w:val="000C3116"/>
    <w:rsid w:val="000C619A"/>
    <w:rsid w:val="000C7BFC"/>
    <w:rsid w:val="000C7CEE"/>
    <w:rsid w:val="000D1CD2"/>
    <w:rsid w:val="000D2146"/>
    <w:rsid w:val="000D28AB"/>
    <w:rsid w:val="000D4220"/>
    <w:rsid w:val="000D672D"/>
    <w:rsid w:val="000D675B"/>
    <w:rsid w:val="000D67C1"/>
    <w:rsid w:val="000D7660"/>
    <w:rsid w:val="000E0745"/>
    <w:rsid w:val="000E13BB"/>
    <w:rsid w:val="000E14E9"/>
    <w:rsid w:val="000E27EE"/>
    <w:rsid w:val="000E3A19"/>
    <w:rsid w:val="000E4ED8"/>
    <w:rsid w:val="000E659A"/>
    <w:rsid w:val="000F0D62"/>
    <w:rsid w:val="000F12F4"/>
    <w:rsid w:val="000F70AB"/>
    <w:rsid w:val="00100F54"/>
    <w:rsid w:val="00106E29"/>
    <w:rsid w:val="00113C09"/>
    <w:rsid w:val="001159EE"/>
    <w:rsid w:val="00115B59"/>
    <w:rsid w:val="001162C3"/>
    <w:rsid w:val="00117BE3"/>
    <w:rsid w:val="00122649"/>
    <w:rsid w:val="00123169"/>
    <w:rsid w:val="00124153"/>
    <w:rsid w:val="0012557D"/>
    <w:rsid w:val="0012749D"/>
    <w:rsid w:val="001275FC"/>
    <w:rsid w:val="001279FE"/>
    <w:rsid w:val="00127E7E"/>
    <w:rsid w:val="00130AC2"/>
    <w:rsid w:val="00133ABB"/>
    <w:rsid w:val="001362EF"/>
    <w:rsid w:val="0014115A"/>
    <w:rsid w:val="00141312"/>
    <w:rsid w:val="001433B7"/>
    <w:rsid w:val="001458F3"/>
    <w:rsid w:val="00145C04"/>
    <w:rsid w:val="0014618E"/>
    <w:rsid w:val="00146683"/>
    <w:rsid w:val="00146CF2"/>
    <w:rsid w:val="001500B5"/>
    <w:rsid w:val="00151972"/>
    <w:rsid w:val="00154A17"/>
    <w:rsid w:val="00154AD1"/>
    <w:rsid w:val="00156823"/>
    <w:rsid w:val="001573B1"/>
    <w:rsid w:val="00160C80"/>
    <w:rsid w:val="0016181F"/>
    <w:rsid w:val="00161A5D"/>
    <w:rsid w:val="00162B13"/>
    <w:rsid w:val="00163092"/>
    <w:rsid w:val="00163836"/>
    <w:rsid w:val="00166682"/>
    <w:rsid w:val="0016750C"/>
    <w:rsid w:val="0017117D"/>
    <w:rsid w:val="001714C5"/>
    <w:rsid w:val="0017398D"/>
    <w:rsid w:val="001756D7"/>
    <w:rsid w:val="00176299"/>
    <w:rsid w:val="00176BE6"/>
    <w:rsid w:val="001816DC"/>
    <w:rsid w:val="001822F9"/>
    <w:rsid w:val="0018392D"/>
    <w:rsid w:val="00184D71"/>
    <w:rsid w:val="00185BDB"/>
    <w:rsid w:val="00185DE1"/>
    <w:rsid w:val="00187C74"/>
    <w:rsid w:val="00190290"/>
    <w:rsid w:val="0019279E"/>
    <w:rsid w:val="00195370"/>
    <w:rsid w:val="00196B5A"/>
    <w:rsid w:val="001A3AC5"/>
    <w:rsid w:val="001A6BE2"/>
    <w:rsid w:val="001A7F93"/>
    <w:rsid w:val="001B0BD2"/>
    <w:rsid w:val="001B13C7"/>
    <w:rsid w:val="001B1523"/>
    <w:rsid w:val="001B224A"/>
    <w:rsid w:val="001B3D44"/>
    <w:rsid w:val="001B5E43"/>
    <w:rsid w:val="001B74AC"/>
    <w:rsid w:val="001C10E0"/>
    <w:rsid w:val="001C26F1"/>
    <w:rsid w:val="001C2F2B"/>
    <w:rsid w:val="001C5E1C"/>
    <w:rsid w:val="001C605A"/>
    <w:rsid w:val="001C7826"/>
    <w:rsid w:val="001C7AE6"/>
    <w:rsid w:val="001D0F5D"/>
    <w:rsid w:val="001D234E"/>
    <w:rsid w:val="001D3AA3"/>
    <w:rsid w:val="001D5015"/>
    <w:rsid w:val="001E002F"/>
    <w:rsid w:val="001E0B40"/>
    <w:rsid w:val="001E2660"/>
    <w:rsid w:val="001E2A29"/>
    <w:rsid w:val="001E5027"/>
    <w:rsid w:val="001E65B9"/>
    <w:rsid w:val="001E71FB"/>
    <w:rsid w:val="001F1159"/>
    <w:rsid w:val="001F2A39"/>
    <w:rsid w:val="001F3FF0"/>
    <w:rsid w:val="001F45CA"/>
    <w:rsid w:val="001F461C"/>
    <w:rsid w:val="001F51A6"/>
    <w:rsid w:val="001F51BD"/>
    <w:rsid w:val="001F7A8E"/>
    <w:rsid w:val="00201B7B"/>
    <w:rsid w:val="00201B8A"/>
    <w:rsid w:val="00207239"/>
    <w:rsid w:val="002072E7"/>
    <w:rsid w:val="0021083F"/>
    <w:rsid w:val="00212F93"/>
    <w:rsid w:val="002130DB"/>
    <w:rsid w:val="00214C56"/>
    <w:rsid w:val="00215CA8"/>
    <w:rsid w:val="002163BD"/>
    <w:rsid w:val="00216994"/>
    <w:rsid w:val="00216D12"/>
    <w:rsid w:val="002173E1"/>
    <w:rsid w:val="00222046"/>
    <w:rsid w:val="002221EC"/>
    <w:rsid w:val="00224B92"/>
    <w:rsid w:val="002266E0"/>
    <w:rsid w:val="002272D8"/>
    <w:rsid w:val="00230034"/>
    <w:rsid w:val="002308EB"/>
    <w:rsid w:val="00231D1E"/>
    <w:rsid w:val="00234C3A"/>
    <w:rsid w:val="00235EC3"/>
    <w:rsid w:val="0024188F"/>
    <w:rsid w:val="00244BDA"/>
    <w:rsid w:val="00245635"/>
    <w:rsid w:val="00255DC8"/>
    <w:rsid w:val="00256644"/>
    <w:rsid w:val="002607AE"/>
    <w:rsid w:val="002610DF"/>
    <w:rsid w:val="00263D3D"/>
    <w:rsid w:val="00264D24"/>
    <w:rsid w:val="0026724B"/>
    <w:rsid w:val="002676F2"/>
    <w:rsid w:val="002708AA"/>
    <w:rsid w:val="00272677"/>
    <w:rsid w:val="002771FE"/>
    <w:rsid w:val="002802D1"/>
    <w:rsid w:val="002813A4"/>
    <w:rsid w:val="002813D7"/>
    <w:rsid w:val="002829E8"/>
    <w:rsid w:val="002831E3"/>
    <w:rsid w:val="0028421B"/>
    <w:rsid w:val="002847A9"/>
    <w:rsid w:val="002860A8"/>
    <w:rsid w:val="00286948"/>
    <w:rsid w:val="002913D7"/>
    <w:rsid w:val="00292999"/>
    <w:rsid w:val="00292A26"/>
    <w:rsid w:val="0029545F"/>
    <w:rsid w:val="00295F01"/>
    <w:rsid w:val="002979EB"/>
    <w:rsid w:val="002A0454"/>
    <w:rsid w:val="002A20D2"/>
    <w:rsid w:val="002A2655"/>
    <w:rsid w:val="002A2FC8"/>
    <w:rsid w:val="002A614D"/>
    <w:rsid w:val="002A61FE"/>
    <w:rsid w:val="002A7E1B"/>
    <w:rsid w:val="002B0165"/>
    <w:rsid w:val="002B030B"/>
    <w:rsid w:val="002B0447"/>
    <w:rsid w:val="002B172E"/>
    <w:rsid w:val="002B1FAF"/>
    <w:rsid w:val="002B3C0E"/>
    <w:rsid w:val="002B3F47"/>
    <w:rsid w:val="002B7BFE"/>
    <w:rsid w:val="002C125F"/>
    <w:rsid w:val="002C29F9"/>
    <w:rsid w:val="002C30F3"/>
    <w:rsid w:val="002C34BC"/>
    <w:rsid w:val="002C3667"/>
    <w:rsid w:val="002C4846"/>
    <w:rsid w:val="002C57C8"/>
    <w:rsid w:val="002C71BC"/>
    <w:rsid w:val="002C733A"/>
    <w:rsid w:val="002C7392"/>
    <w:rsid w:val="002C7B0D"/>
    <w:rsid w:val="002D2D67"/>
    <w:rsid w:val="002D6D5A"/>
    <w:rsid w:val="002E1169"/>
    <w:rsid w:val="002E22F7"/>
    <w:rsid w:val="002E271A"/>
    <w:rsid w:val="002E5338"/>
    <w:rsid w:val="002E60C9"/>
    <w:rsid w:val="002E62CD"/>
    <w:rsid w:val="002E7BFA"/>
    <w:rsid w:val="002F06A4"/>
    <w:rsid w:val="002F0C86"/>
    <w:rsid w:val="002F1750"/>
    <w:rsid w:val="002F43C3"/>
    <w:rsid w:val="002F7ADC"/>
    <w:rsid w:val="0030070F"/>
    <w:rsid w:val="00300A28"/>
    <w:rsid w:val="00302961"/>
    <w:rsid w:val="00302B40"/>
    <w:rsid w:val="00302D72"/>
    <w:rsid w:val="00304211"/>
    <w:rsid w:val="00305ADB"/>
    <w:rsid w:val="003117C4"/>
    <w:rsid w:val="0031198A"/>
    <w:rsid w:val="00311EBA"/>
    <w:rsid w:val="003126BC"/>
    <w:rsid w:val="00314659"/>
    <w:rsid w:val="0032216D"/>
    <w:rsid w:val="003244FC"/>
    <w:rsid w:val="003251EA"/>
    <w:rsid w:val="00326B4B"/>
    <w:rsid w:val="003300A2"/>
    <w:rsid w:val="00332F63"/>
    <w:rsid w:val="003338B8"/>
    <w:rsid w:val="00336070"/>
    <w:rsid w:val="003408F1"/>
    <w:rsid w:val="00340E11"/>
    <w:rsid w:val="0034195D"/>
    <w:rsid w:val="003427BF"/>
    <w:rsid w:val="0034486D"/>
    <w:rsid w:val="00345FFE"/>
    <w:rsid w:val="003527A1"/>
    <w:rsid w:val="00352ECC"/>
    <w:rsid w:val="00353531"/>
    <w:rsid w:val="003576AB"/>
    <w:rsid w:val="00361BE3"/>
    <w:rsid w:val="00362520"/>
    <w:rsid w:val="003626B2"/>
    <w:rsid w:val="0036614B"/>
    <w:rsid w:val="003762AF"/>
    <w:rsid w:val="00380045"/>
    <w:rsid w:val="00380818"/>
    <w:rsid w:val="00381ADD"/>
    <w:rsid w:val="003835C3"/>
    <w:rsid w:val="00384516"/>
    <w:rsid w:val="00384F73"/>
    <w:rsid w:val="003850F3"/>
    <w:rsid w:val="00394A2D"/>
    <w:rsid w:val="00394EE7"/>
    <w:rsid w:val="00395986"/>
    <w:rsid w:val="00395DD0"/>
    <w:rsid w:val="00396151"/>
    <w:rsid w:val="0039726F"/>
    <w:rsid w:val="003977F8"/>
    <w:rsid w:val="003A02F7"/>
    <w:rsid w:val="003B2690"/>
    <w:rsid w:val="003C1ABA"/>
    <w:rsid w:val="003C2ACD"/>
    <w:rsid w:val="003C356A"/>
    <w:rsid w:val="003C44AD"/>
    <w:rsid w:val="003C7815"/>
    <w:rsid w:val="003D025E"/>
    <w:rsid w:val="003D3FD4"/>
    <w:rsid w:val="003D685A"/>
    <w:rsid w:val="003D72B6"/>
    <w:rsid w:val="003E00B8"/>
    <w:rsid w:val="003E4338"/>
    <w:rsid w:val="003E56DB"/>
    <w:rsid w:val="003F53D1"/>
    <w:rsid w:val="003F7377"/>
    <w:rsid w:val="003F7972"/>
    <w:rsid w:val="00400087"/>
    <w:rsid w:val="00401933"/>
    <w:rsid w:val="00403CB8"/>
    <w:rsid w:val="004109EB"/>
    <w:rsid w:val="00413D25"/>
    <w:rsid w:val="00414B3D"/>
    <w:rsid w:val="00415163"/>
    <w:rsid w:val="00417023"/>
    <w:rsid w:val="00422FD8"/>
    <w:rsid w:val="00423564"/>
    <w:rsid w:val="00423A06"/>
    <w:rsid w:val="004256E1"/>
    <w:rsid w:val="00426A24"/>
    <w:rsid w:val="00426BC6"/>
    <w:rsid w:val="0043106C"/>
    <w:rsid w:val="00431D1D"/>
    <w:rsid w:val="004331D4"/>
    <w:rsid w:val="00433EB3"/>
    <w:rsid w:val="00435891"/>
    <w:rsid w:val="00437414"/>
    <w:rsid w:val="00441462"/>
    <w:rsid w:val="00443C03"/>
    <w:rsid w:val="004442A9"/>
    <w:rsid w:val="004447F5"/>
    <w:rsid w:val="00445E71"/>
    <w:rsid w:val="00446965"/>
    <w:rsid w:val="004478D6"/>
    <w:rsid w:val="0045012E"/>
    <w:rsid w:val="0045087D"/>
    <w:rsid w:val="004517C0"/>
    <w:rsid w:val="00452960"/>
    <w:rsid w:val="00455AEB"/>
    <w:rsid w:val="00456D85"/>
    <w:rsid w:val="00462CE7"/>
    <w:rsid w:val="004640AC"/>
    <w:rsid w:val="00465938"/>
    <w:rsid w:val="00466ADE"/>
    <w:rsid w:val="0047007A"/>
    <w:rsid w:val="00470855"/>
    <w:rsid w:val="00471F85"/>
    <w:rsid w:val="0047298A"/>
    <w:rsid w:val="0047395F"/>
    <w:rsid w:val="00474379"/>
    <w:rsid w:val="004743AE"/>
    <w:rsid w:val="004773E8"/>
    <w:rsid w:val="00477A7C"/>
    <w:rsid w:val="00477BDA"/>
    <w:rsid w:val="0048272B"/>
    <w:rsid w:val="00483067"/>
    <w:rsid w:val="0048557C"/>
    <w:rsid w:val="0048558C"/>
    <w:rsid w:val="00485911"/>
    <w:rsid w:val="004917A6"/>
    <w:rsid w:val="00492F01"/>
    <w:rsid w:val="004930E7"/>
    <w:rsid w:val="00494E68"/>
    <w:rsid w:val="004A0739"/>
    <w:rsid w:val="004A0B08"/>
    <w:rsid w:val="004A4AB7"/>
    <w:rsid w:val="004A5BFB"/>
    <w:rsid w:val="004A6E22"/>
    <w:rsid w:val="004B03D9"/>
    <w:rsid w:val="004B50EB"/>
    <w:rsid w:val="004B5E89"/>
    <w:rsid w:val="004C06B5"/>
    <w:rsid w:val="004C50A0"/>
    <w:rsid w:val="004C580F"/>
    <w:rsid w:val="004C75AF"/>
    <w:rsid w:val="004D0C3F"/>
    <w:rsid w:val="004D18B4"/>
    <w:rsid w:val="004D319D"/>
    <w:rsid w:val="004E0998"/>
    <w:rsid w:val="004E1FF8"/>
    <w:rsid w:val="004E2805"/>
    <w:rsid w:val="004E3374"/>
    <w:rsid w:val="004E3EAC"/>
    <w:rsid w:val="004E463A"/>
    <w:rsid w:val="004E47DB"/>
    <w:rsid w:val="004E64B6"/>
    <w:rsid w:val="004E6F89"/>
    <w:rsid w:val="004E7D10"/>
    <w:rsid w:val="004F02B9"/>
    <w:rsid w:val="004F114B"/>
    <w:rsid w:val="004F1344"/>
    <w:rsid w:val="004F1A4A"/>
    <w:rsid w:val="004F2157"/>
    <w:rsid w:val="004F4601"/>
    <w:rsid w:val="004F4E30"/>
    <w:rsid w:val="004F6473"/>
    <w:rsid w:val="004F7F44"/>
    <w:rsid w:val="00503FA7"/>
    <w:rsid w:val="00505D89"/>
    <w:rsid w:val="00507CB0"/>
    <w:rsid w:val="00511576"/>
    <w:rsid w:val="005115A6"/>
    <w:rsid w:val="00512571"/>
    <w:rsid w:val="00514C9C"/>
    <w:rsid w:val="00521CA4"/>
    <w:rsid w:val="00521CC9"/>
    <w:rsid w:val="00522D63"/>
    <w:rsid w:val="005239CC"/>
    <w:rsid w:val="0052444D"/>
    <w:rsid w:val="00524ED7"/>
    <w:rsid w:val="005270F6"/>
    <w:rsid w:val="00527BF2"/>
    <w:rsid w:val="00530683"/>
    <w:rsid w:val="00530EDB"/>
    <w:rsid w:val="0053256E"/>
    <w:rsid w:val="005331AE"/>
    <w:rsid w:val="0053336A"/>
    <w:rsid w:val="0053768D"/>
    <w:rsid w:val="00540818"/>
    <w:rsid w:val="005413FD"/>
    <w:rsid w:val="00542170"/>
    <w:rsid w:val="0054356D"/>
    <w:rsid w:val="0054434B"/>
    <w:rsid w:val="00544FAA"/>
    <w:rsid w:val="00545568"/>
    <w:rsid w:val="005469B8"/>
    <w:rsid w:val="00546DFB"/>
    <w:rsid w:val="005533C2"/>
    <w:rsid w:val="005563B5"/>
    <w:rsid w:val="00556CA3"/>
    <w:rsid w:val="0055735D"/>
    <w:rsid w:val="00557D2B"/>
    <w:rsid w:val="0056263C"/>
    <w:rsid w:val="00563C24"/>
    <w:rsid w:val="005644C6"/>
    <w:rsid w:val="00565812"/>
    <w:rsid w:val="00566667"/>
    <w:rsid w:val="00567C1F"/>
    <w:rsid w:val="00570CBC"/>
    <w:rsid w:val="00572907"/>
    <w:rsid w:val="00574518"/>
    <w:rsid w:val="00574DC3"/>
    <w:rsid w:val="00580542"/>
    <w:rsid w:val="00582E8A"/>
    <w:rsid w:val="005867CB"/>
    <w:rsid w:val="00587845"/>
    <w:rsid w:val="00591044"/>
    <w:rsid w:val="00593524"/>
    <w:rsid w:val="00593A1A"/>
    <w:rsid w:val="00596B27"/>
    <w:rsid w:val="005A1374"/>
    <w:rsid w:val="005A287A"/>
    <w:rsid w:val="005A736F"/>
    <w:rsid w:val="005B0457"/>
    <w:rsid w:val="005B0C16"/>
    <w:rsid w:val="005B2DCF"/>
    <w:rsid w:val="005B506A"/>
    <w:rsid w:val="005B5CC7"/>
    <w:rsid w:val="005B6928"/>
    <w:rsid w:val="005B76D1"/>
    <w:rsid w:val="005C17AF"/>
    <w:rsid w:val="005C18F3"/>
    <w:rsid w:val="005C1B42"/>
    <w:rsid w:val="005C4475"/>
    <w:rsid w:val="005C4D4D"/>
    <w:rsid w:val="005C53B2"/>
    <w:rsid w:val="005C6549"/>
    <w:rsid w:val="005D316D"/>
    <w:rsid w:val="005D3E39"/>
    <w:rsid w:val="005D5CCF"/>
    <w:rsid w:val="005D6935"/>
    <w:rsid w:val="005E1169"/>
    <w:rsid w:val="005E1FA4"/>
    <w:rsid w:val="005E37BF"/>
    <w:rsid w:val="005E667D"/>
    <w:rsid w:val="005E7BEC"/>
    <w:rsid w:val="005E7C66"/>
    <w:rsid w:val="005F136B"/>
    <w:rsid w:val="005F2781"/>
    <w:rsid w:val="005F288C"/>
    <w:rsid w:val="005F4563"/>
    <w:rsid w:val="005F493F"/>
    <w:rsid w:val="005F5F82"/>
    <w:rsid w:val="005F6450"/>
    <w:rsid w:val="00601A2A"/>
    <w:rsid w:val="006036B9"/>
    <w:rsid w:val="006048B6"/>
    <w:rsid w:val="006051E2"/>
    <w:rsid w:val="0060607D"/>
    <w:rsid w:val="00606754"/>
    <w:rsid w:val="006117C0"/>
    <w:rsid w:val="0061197E"/>
    <w:rsid w:val="00614182"/>
    <w:rsid w:val="00614E67"/>
    <w:rsid w:val="0062066F"/>
    <w:rsid w:val="0062099C"/>
    <w:rsid w:val="00622458"/>
    <w:rsid w:val="006246E5"/>
    <w:rsid w:val="00626BDF"/>
    <w:rsid w:val="00627F43"/>
    <w:rsid w:val="0063331D"/>
    <w:rsid w:val="0063336F"/>
    <w:rsid w:val="006351CC"/>
    <w:rsid w:val="006364AD"/>
    <w:rsid w:val="00642BEA"/>
    <w:rsid w:val="00643255"/>
    <w:rsid w:val="00643E4C"/>
    <w:rsid w:val="00645D63"/>
    <w:rsid w:val="00646D5F"/>
    <w:rsid w:val="0065009F"/>
    <w:rsid w:val="00654120"/>
    <w:rsid w:val="006603F9"/>
    <w:rsid w:val="0066338A"/>
    <w:rsid w:val="00667C12"/>
    <w:rsid w:val="00673296"/>
    <w:rsid w:val="006742F6"/>
    <w:rsid w:val="0067761E"/>
    <w:rsid w:val="0069593E"/>
    <w:rsid w:val="006959CD"/>
    <w:rsid w:val="006972C6"/>
    <w:rsid w:val="006A0A8A"/>
    <w:rsid w:val="006A555B"/>
    <w:rsid w:val="006A6E63"/>
    <w:rsid w:val="006B13A8"/>
    <w:rsid w:val="006B79D5"/>
    <w:rsid w:val="006C44DE"/>
    <w:rsid w:val="006C5002"/>
    <w:rsid w:val="006C6972"/>
    <w:rsid w:val="006C7EB0"/>
    <w:rsid w:val="006D289D"/>
    <w:rsid w:val="006D4A69"/>
    <w:rsid w:val="006D5DFE"/>
    <w:rsid w:val="006D6DB4"/>
    <w:rsid w:val="006D6FD1"/>
    <w:rsid w:val="006E22FC"/>
    <w:rsid w:val="006E37DC"/>
    <w:rsid w:val="006E6505"/>
    <w:rsid w:val="006E6559"/>
    <w:rsid w:val="006E7A65"/>
    <w:rsid w:val="006F0E96"/>
    <w:rsid w:val="006F29BA"/>
    <w:rsid w:val="006F5C69"/>
    <w:rsid w:val="007039A0"/>
    <w:rsid w:val="007048C9"/>
    <w:rsid w:val="00704956"/>
    <w:rsid w:val="00705A87"/>
    <w:rsid w:val="00707E2A"/>
    <w:rsid w:val="00711DF2"/>
    <w:rsid w:val="00711E99"/>
    <w:rsid w:val="007123CB"/>
    <w:rsid w:val="00713120"/>
    <w:rsid w:val="007142C9"/>
    <w:rsid w:val="00714553"/>
    <w:rsid w:val="00716193"/>
    <w:rsid w:val="007161BD"/>
    <w:rsid w:val="00717516"/>
    <w:rsid w:val="00721462"/>
    <w:rsid w:val="00722C0A"/>
    <w:rsid w:val="00723501"/>
    <w:rsid w:val="00723EA4"/>
    <w:rsid w:val="00724352"/>
    <w:rsid w:val="00724EF3"/>
    <w:rsid w:val="00724F71"/>
    <w:rsid w:val="00730CDC"/>
    <w:rsid w:val="00733986"/>
    <w:rsid w:val="00734155"/>
    <w:rsid w:val="00736DE3"/>
    <w:rsid w:val="007411FA"/>
    <w:rsid w:val="0074154C"/>
    <w:rsid w:val="00750FFF"/>
    <w:rsid w:val="00751A2F"/>
    <w:rsid w:val="00753973"/>
    <w:rsid w:val="00767759"/>
    <w:rsid w:val="007746C7"/>
    <w:rsid w:val="00774988"/>
    <w:rsid w:val="00774F39"/>
    <w:rsid w:val="007765D2"/>
    <w:rsid w:val="00780198"/>
    <w:rsid w:val="007803B4"/>
    <w:rsid w:val="00781629"/>
    <w:rsid w:val="0078223F"/>
    <w:rsid w:val="00782797"/>
    <w:rsid w:val="007837F2"/>
    <w:rsid w:val="00785802"/>
    <w:rsid w:val="007871F7"/>
    <w:rsid w:val="00787FAD"/>
    <w:rsid w:val="00791C1A"/>
    <w:rsid w:val="00792E8A"/>
    <w:rsid w:val="007957A0"/>
    <w:rsid w:val="00797309"/>
    <w:rsid w:val="007A1D12"/>
    <w:rsid w:val="007A6F44"/>
    <w:rsid w:val="007B0C8E"/>
    <w:rsid w:val="007B1B8B"/>
    <w:rsid w:val="007B334A"/>
    <w:rsid w:val="007B3B52"/>
    <w:rsid w:val="007B737E"/>
    <w:rsid w:val="007C0F9B"/>
    <w:rsid w:val="007C5ED3"/>
    <w:rsid w:val="007D5EF3"/>
    <w:rsid w:val="007D5F14"/>
    <w:rsid w:val="007D6A78"/>
    <w:rsid w:val="007D7078"/>
    <w:rsid w:val="007E0309"/>
    <w:rsid w:val="007E28E2"/>
    <w:rsid w:val="007E3239"/>
    <w:rsid w:val="007E3D69"/>
    <w:rsid w:val="007E539D"/>
    <w:rsid w:val="007E7023"/>
    <w:rsid w:val="007E74C2"/>
    <w:rsid w:val="007F1C1A"/>
    <w:rsid w:val="007F2B05"/>
    <w:rsid w:val="007F4039"/>
    <w:rsid w:val="007F4B5E"/>
    <w:rsid w:val="007F636A"/>
    <w:rsid w:val="00800805"/>
    <w:rsid w:val="00804FFF"/>
    <w:rsid w:val="00806520"/>
    <w:rsid w:val="0080673A"/>
    <w:rsid w:val="00806798"/>
    <w:rsid w:val="00806BE8"/>
    <w:rsid w:val="00810450"/>
    <w:rsid w:val="00810495"/>
    <w:rsid w:val="00815689"/>
    <w:rsid w:val="008175BD"/>
    <w:rsid w:val="008209A3"/>
    <w:rsid w:val="00821B77"/>
    <w:rsid w:val="00823B60"/>
    <w:rsid w:val="00823D9A"/>
    <w:rsid w:val="00824747"/>
    <w:rsid w:val="00824CC5"/>
    <w:rsid w:val="008270BE"/>
    <w:rsid w:val="00827C23"/>
    <w:rsid w:val="0083056B"/>
    <w:rsid w:val="00831908"/>
    <w:rsid w:val="00831A25"/>
    <w:rsid w:val="00835707"/>
    <w:rsid w:val="008378AA"/>
    <w:rsid w:val="008413CB"/>
    <w:rsid w:val="00841820"/>
    <w:rsid w:val="00842485"/>
    <w:rsid w:val="008428B8"/>
    <w:rsid w:val="008431C5"/>
    <w:rsid w:val="00845AC2"/>
    <w:rsid w:val="00851EF7"/>
    <w:rsid w:val="008538F9"/>
    <w:rsid w:val="00853F70"/>
    <w:rsid w:val="00862E9C"/>
    <w:rsid w:val="00862F79"/>
    <w:rsid w:val="008640F7"/>
    <w:rsid w:val="008642B2"/>
    <w:rsid w:val="00865D17"/>
    <w:rsid w:val="00872F22"/>
    <w:rsid w:val="00873317"/>
    <w:rsid w:val="0087475A"/>
    <w:rsid w:val="00874BEA"/>
    <w:rsid w:val="0088317E"/>
    <w:rsid w:val="00885C30"/>
    <w:rsid w:val="00890111"/>
    <w:rsid w:val="00890A16"/>
    <w:rsid w:val="00892343"/>
    <w:rsid w:val="00893543"/>
    <w:rsid w:val="00893F7C"/>
    <w:rsid w:val="008A1E33"/>
    <w:rsid w:val="008A1FCB"/>
    <w:rsid w:val="008A272B"/>
    <w:rsid w:val="008A65E7"/>
    <w:rsid w:val="008A65F8"/>
    <w:rsid w:val="008A7EA4"/>
    <w:rsid w:val="008B184A"/>
    <w:rsid w:val="008B2602"/>
    <w:rsid w:val="008B4B8E"/>
    <w:rsid w:val="008B5818"/>
    <w:rsid w:val="008B5AB5"/>
    <w:rsid w:val="008B5EC9"/>
    <w:rsid w:val="008B66CF"/>
    <w:rsid w:val="008B7813"/>
    <w:rsid w:val="008C0A8B"/>
    <w:rsid w:val="008C2704"/>
    <w:rsid w:val="008D3929"/>
    <w:rsid w:val="008D47CD"/>
    <w:rsid w:val="008D4A8A"/>
    <w:rsid w:val="008D5792"/>
    <w:rsid w:val="008D7981"/>
    <w:rsid w:val="008E0FCF"/>
    <w:rsid w:val="008E4379"/>
    <w:rsid w:val="008E5498"/>
    <w:rsid w:val="008E5ADA"/>
    <w:rsid w:val="008E6886"/>
    <w:rsid w:val="008F0704"/>
    <w:rsid w:val="008F0DD3"/>
    <w:rsid w:val="008F14B2"/>
    <w:rsid w:val="008F1E01"/>
    <w:rsid w:val="008F24FD"/>
    <w:rsid w:val="008F2785"/>
    <w:rsid w:val="008F5FAD"/>
    <w:rsid w:val="008F62DB"/>
    <w:rsid w:val="008F63E9"/>
    <w:rsid w:val="008F7ED2"/>
    <w:rsid w:val="00901D98"/>
    <w:rsid w:val="00903998"/>
    <w:rsid w:val="00904313"/>
    <w:rsid w:val="00907CEA"/>
    <w:rsid w:val="00910AF4"/>
    <w:rsid w:val="00910C7F"/>
    <w:rsid w:val="009111CD"/>
    <w:rsid w:val="00912B21"/>
    <w:rsid w:val="00913B6A"/>
    <w:rsid w:val="009148D1"/>
    <w:rsid w:val="009151A1"/>
    <w:rsid w:val="00915EBC"/>
    <w:rsid w:val="009163DD"/>
    <w:rsid w:val="00916EE4"/>
    <w:rsid w:val="00920A93"/>
    <w:rsid w:val="009219DD"/>
    <w:rsid w:val="009236FF"/>
    <w:rsid w:val="0092377E"/>
    <w:rsid w:val="0092422D"/>
    <w:rsid w:val="009243AB"/>
    <w:rsid w:val="009267F0"/>
    <w:rsid w:val="009279FA"/>
    <w:rsid w:val="00927F44"/>
    <w:rsid w:val="00930117"/>
    <w:rsid w:val="009302B6"/>
    <w:rsid w:val="00930BAF"/>
    <w:rsid w:val="00931B77"/>
    <w:rsid w:val="00932A36"/>
    <w:rsid w:val="009348D3"/>
    <w:rsid w:val="00936EF0"/>
    <w:rsid w:val="009377B1"/>
    <w:rsid w:val="00941432"/>
    <w:rsid w:val="00941F26"/>
    <w:rsid w:val="00943E99"/>
    <w:rsid w:val="00943FA8"/>
    <w:rsid w:val="0094774D"/>
    <w:rsid w:val="00950212"/>
    <w:rsid w:val="009506CA"/>
    <w:rsid w:val="00951115"/>
    <w:rsid w:val="00951FF2"/>
    <w:rsid w:val="00952C81"/>
    <w:rsid w:val="00952E6F"/>
    <w:rsid w:val="009538C7"/>
    <w:rsid w:val="00953F6F"/>
    <w:rsid w:val="009541E0"/>
    <w:rsid w:val="0095421B"/>
    <w:rsid w:val="00956E45"/>
    <w:rsid w:val="0095743A"/>
    <w:rsid w:val="0096264A"/>
    <w:rsid w:val="0096556E"/>
    <w:rsid w:val="009703F5"/>
    <w:rsid w:val="00970B58"/>
    <w:rsid w:val="00971450"/>
    <w:rsid w:val="009714FA"/>
    <w:rsid w:val="0097390D"/>
    <w:rsid w:val="00974E2C"/>
    <w:rsid w:val="00976116"/>
    <w:rsid w:val="00976D3B"/>
    <w:rsid w:val="00977503"/>
    <w:rsid w:val="00980A5B"/>
    <w:rsid w:val="009815FC"/>
    <w:rsid w:val="009850ED"/>
    <w:rsid w:val="0098720E"/>
    <w:rsid w:val="00987298"/>
    <w:rsid w:val="009916F2"/>
    <w:rsid w:val="009932C7"/>
    <w:rsid w:val="009965EA"/>
    <w:rsid w:val="0099666A"/>
    <w:rsid w:val="009A00C7"/>
    <w:rsid w:val="009A5919"/>
    <w:rsid w:val="009A6461"/>
    <w:rsid w:val="009A7FB9"/>
    <w:rsid w:val="009B04F6"/>
    <w:rsid w:val="009B3DBA"/>
    <w:rsid w:val="009B525A"/>
    <w:rsid w:val="009B571A"/>
    <w:rsid w:val="009B5CBF"/>
    <w:rsid w:val="009B6113"/>
    <w:rsid w:val="009C2954"/>
    <w:rsid w:val="009C3842"/>
    <w:rsid w:val="009C4F2E"/>
    <w:rsid w:val="009C6477"/>
    <w:rsid w:val="009C67FF"/>
    <w:rsid w:val="009D0AA7"/>
    <w:rsid w:val="009D0EDB"/>
    <w:rsid w:val="009D5C18"/>
    <w:rsid w:val="009D747C"/>
    <w:rsid w:val="009D7A55"/>
    <w:rsid w:val="009D7C30"/>
    <w:rsid w:val="009E14B2"/>
    <w:rsid w:val="009E1BB1"/>
    <w:rsid w:val="009E1C09"/>
    <w:rsid w:val="009E2DC5"/>
    <w:rsid w:val="009F0913"/>
    <w:rsid w:val="009F78C0"/>
    <w:rsid w:val="00A007AC"/>
    <w:rsid w:val="00A00863"/>
    <w:rsid w:val="00A00926"/>
    <w:rsid w:val="00A00EB6"/>
    <w:rsid w:val="00A03625"/>
    <w:rsid w:val="00A042FC"/>
    <w:rsid w:val="00A05B02"/>
    <w:rsid w:val="00A07248"/>
    <w:rsid w:val="00A101FC"/>
    <w:rsid w:val="00A12068"/>
    <w:rsid w:val="00A14100"/>
    <w:rsid w:val="00A1484E"/>
    <w:rsid w:val="00A14937"/>
    <w:rsid w:val="00A14E00"/>
    <w:rsid w:val="00A15FAD"/>
    <w:rsid w:val="00A22F7F"/>
    <w:rsid w:val="00A23452"/>
    <w:rsid w:val="00A23CA9"/>
    <w:rsid w:val="00A23CB1"/>
    <w:rsid w:val="00A24E19"/>
    <w:rsid w:val="00A341B8"/>
    <w:rsid w:val="00A34DCA"/>
    <w:rsid w:val="00A37946"/>
    <w:rsid w:val="00A41332"/>
    <w:rsid w:val="00A41930"/>
    <w:rsid w:val="00A41ECA"/>
    <w:rsid w:val="00A4233E"/>
    <w:rsid w:val="00A42FBE"/>
    <w:rsid w:val="00A43F31"/>
    <w:rsid w:val="00A4453C"/>
    <w:rsid w:val="00A44F2C"/>
    <w:rsid w:val="00A4575F"/>
    <w:rsid w:val="00A516C1"/>
    <w:rsid w:val="00A53459"/>
    <w:rsid w:val="00A53A5C"/>
    <w:rsid w:val="00A5552A"/>
    <w:rsid w:val="00A57469"/>
    <w:rsid w:val="00A631CF"/>
    <w:rsid w:val="00A63360"/>
    <w:rsid w:val="00A63EB1"/>
    <w:rsid w:val="00A64858"/>
    <w:rsid w:val="00A6552F"/>
    <w:rsid w:val="00A66541"/>
    <w:rsid w:val="00A73B18"/>
    <w:rsid w:val="00A75187"/>
    <w:rsid w:val="00A77BF1"/>
    <w:rsid w:val="00A805DF"/>
    <w:rsid w:val="00A8074F"/>
    <w:rsid w:val="00A83AFA"/>
    <w:rsid w:val="00A852D9"/>
    <w:rsid w:val="00A857B2"/>
    <w:rsid w:val="00A87CCA"/>
    <w:rsid w:val="00A87F36"/>
    <w:rsid w:val="00A90BCE"/>
    <w:rsid w:val="00A926B9"/>
    <w:rsid w:val="00A940AC"/>
    <w:rsid w:val="00A94615"/>
    <w:rsid w:val="00A95271"/>
    <w:rsid w:val="00A96303"/>
    <w:rsid w:val="00A96860"/>
    <w:rsid w:val="00A97A4B"/>
    <w:rsid w:val="00AA1287"/>
    <w:rsid w:val="00AA1824"/>
    <w:rsid w:val="00AA19CA"/>
    <w:rsid w:val="00AA3DE9"/>
    <w:rsid w:val="00AA4827"/>
    <w:rsid w:val="00AA65EE"/>
    <w:rsid w:val="00AA729B"/>
    <w:rsid w:val="00AB199C"/>
    <w:rsid w:val="00AB339C"/>
    <w:rsid w:val="00AB3914"/>
    <w:rsid w:val="00AB4C7B"/>
    <w:rsid w:val="00AC23FE"/>
    <w:rsid w:val="00AC3BBF"/>
    <w:rsid w:val="00AC5127"/>
    <w:rsid w:val="00AC61CE"/>
    <w:rsid w:val="00AD384F"/>
    <w:rsid w:val="00AD605B"/>
    <w:rsid w:val="00AD6693"/>
    <w:rsid w:val="00AE032D"/>
    <w:rsid w:val="00AE08C2"/>
    <w:rsid w:val="00AE0EB6"/>
    <w:rsid w:val="00AE3921"/>
    <w:rsid w:val="00AE48A6"/>
    <w:rsid w:val="00AF162D"/>
    <w:rsid w:val="00AF27AD"/>
    <w:rsid w:val="00AF3437"/>
    <w:rsid w:val="00AF596C"/>
    <w:rsid w:val="00AF66D7"/>
    <w:rsid w:val="00AF67A7"/>
    <w:rsid w:val="00AF68B5"/>
    <w:rsid w:val="00AF7ED4"/>
    <w:rsid w:val="00B00223"/>
    <w:rsid w:val="00B01402"/>
    <w:rsid w:val="00B0140A"/>
    <w:rsid w:val="00B01EF6"/>
    <w:rsid w:val="00B028A6"/>
    <w:rsid w:val="00B031D7"/>
    <w:rsid w:val="00B037CA"/>
    <w:rsid w:val="00B04EDA"/>
    <w:rsid w:val="00B055E5"/>
    <w:rsid w:val="00B13D70"/>
    <w:rsid w:val="00B14877"/>
    <w:rsid w:val="00B15B34"/>
    <w:rsid w:val="00B16E68"/>
    <w:rsid w:val="00B2124D"/>
    <w:rsid w:val="00B21A9C"/>
    <w:rsid w:val="00B2462A"/>
    <w:rsid w:val="00B24A7D"/>
    <w:rsid w:val="00B323ED"/>
    <w:rsid w:val="00B355A2"/>
    <w:rsid w:val="00B373C8"/>
    <w:rsid w:val="00B37ABE"/>
    <w:rsid w:val="00B37AC9"/>
    <w:rsid w:val="00B41268"/>
    <w:rsid w:val="00B41BD0"/>
    <w:rsid w:val="00B451B3"/>
    <w:rsid w:val="00B45505"/>
    <w:rsid w:val="00B45FB0"/>
    <w:rsid w:val="00B462BC"/>
    <w:rsid w:val="00B469A7"/>
    <w:rsid w:val="00B4743E"/>
    <w:rsid w:val="00B47AE5"/>
    <w:rsid w:val="00B47F3F"/>
    <w:rsid w:val="00B50139"/>
    <w:rsid w:val="00B5042C"/>
    <w:rsid w:val="00B533B2"/>
    <w:rsid w:val="00B5368C"/>
    <w:rsid w:val="00B53747"/>
    <w:rsid w:val="00B53AA2"/>
    <w:rsid w:val="00B55610"/>
    <w:rsid w:val="00B55843"/>
    <w:rsid w:val="00B57D5E"/>
    <w:rsid w:val="00B61D5E"/>
    <w:rsid w:val="00B622FE"/>
    <w:rsid w:val="00B62FF9"/>
    <w:rsid w:val="00B63B77"/>
    <w:rsid w:val="00B66602"/>
    <w:rsid w:val="00B666D1"/>
    <w:rsid w:val="00B66F67"/>
    <w:rsid w:val="00B67D4A"/>
    <w:rsid w:val="00B728B9"/>
    <w:rsid w:val="00B730CD"/>
    <w:rsid w:val="00B732E5"/>
    <w:rsid w:val="00B764B9"/>
    <w:rsid w:val="00B7794D"/>
    <w:rsid w:val="00B77B0E"/>
    <w:rsid w:val="00B81ABE"/>
    <w:rsid w:val="00B81EF6"/>
    <w:rsid w:val="00B8439B"/>
    <w:rsid w:val="00B84A5C"/>
    <w:rsid w:val="00B85901"/>
    <w:rsid w:val="00B87D8A"/>
    <w:rsid w:val="00B93D96"/>
    <w:rsid w:val="00B95BF3"/>
    <w:rsid w:val="00B96C52"/>
    <w:rsid w:val="00BA1153"/>
    <w:rsid w:val="00BA137D"/>
    <w:rsid w:val="00BA17B6"/>
    <w:rsid w:val="00BA49E0"/>
    <w:rsid w:val="00BA4AA1"/>
    <w:rsid w:val="00BA4CCA"/>
    <w:rsid w:val="00BA7068"/>
    <w:rsid w:val="00BA7653"/>
    <w:rsid w:val="00BA7A3E"/>
    <w:rsid w:val="00BB0896"/>
    <w:rsid w:val="00BB154D"/>
    <w:rsid w:val="00BB1693"/>
    <w:rsid w:val="00BB1E1B"/>
    <w:rsid w:val="00BB1FAC"/>
    <w:rsid w:val="00BB4555"/>
    <w:rsid w:val="00BB552A"/>
    <w:rsid w:val="00BB7389"/>
    <w:rsid w:val="00BC59BF"/>
    <w:rsid w:val="00BC6891"/>
    <w:rsid w:val="00BD0F3E"/>
    <w:rsid w:val="00BD3BFD"/>
    <w:rsid w:val="00BD3F9D"/>
    <w:rsid w:val="00BD43E2"/>
    <w:rsid w:val="00BD7391"/>
    <w:rsid w:val="00BE141B"/>
    <w:rsid w:val="00BE2B28"/>
    <w:rsid w:val="00BE2DC1"/>
    <w:rsid w:val="00BE495E"/>
    <w:rsid w:val="00BE4CAC"/>
    <w:rsid w:val="00BE61AB"/>
    <w:rsid w:val="00BE6812"/>
    <w:rsid w:val="00BE6959"/>
    <w:rsid w:val="00BE781E"/>
    <w:rsid w:val="00BF301E"/>
    <w:rsid w:val="00BF37EB"/>
    <w:rsid w:val="00BF3B5A"/>
    <w:rsid w:val="00BF430D"/>
    <w:rsid w:val="00BF6EB6"/>
    <w:rsid w:val="00BF770F"/>
    <w:rsid w:val="00BF794C"/>
    <w:rsid w:val="00BF798B"/>
    <w:rsid w:val="00C0310B"/>
    <w:rsid w:val="00C046E8"/>
    <w:rsid w:val="00C10162"/>
    <w:rsid w:val="00C1157A"/>
    <w:rsid w:val="00C11803"/>
    <w:rsid w:val="00C138B2"/>
    <w:rsid w:val="00C1396F"/>
    <w:rsid w:val="00C13A48"/>
    <w:rsid w:val="00C216AC"/>
    <w:rsid w:val="00C2412A"/>
    <w:rsid w:val="00C310DE"/>
    <w:rsid w:val="00C31D66"/>
    <w:rsid w:val="00C32374"/>
    <w:rsid w:val="00C33DD5"/>
    <w:rsid w:val="00C36B78"/>
    <w:rsid w:val="00C406F3"/>
    <w:rsid w:val="00C418D7"/>
    <w:rsid w:val="00C42DD1"/>
    <w:rsid w:val="00C4365F"/>
    <w:rsid w:val="00C43D34"/>
    <w:rsid w:val="00C45941"/>
    <w:rsid w:val="00C45B82"/>
    <w:rsid w:val="00C46614"/>
    <w:rsid w:val="00C5048B"/>
    <w:rsid w:val="00C510C9"/>
    <w:rsid w:val="00C544B7"/>
    <w:rsid w:val="00C57751"/>
    <w:rsid w:val="00C65257"/>
    <w:rsid w:val="00C67819"/>
    <w:rsid w:val="00C701EA"/>
    <w:rsid w:val="00C7352C"/>
    <w:rsid w:val="00C752C4"/>
    <w:rsid w:val="00C80C6D"/>
    <w:rsid w:val="00C81D09"/>
    <w:rsid w:val="00C83A6C"/>
    <w:rsid w:val="00C84092"/>
    <w:rsid w:val="00C85C10"/>
    <w:rsid w:val="00C909D0"/>
    <w:rsid w:val="00C910EF"/>
    <w:rsid w:val="00C936AA"/>
    <w:rsid w:val="00C94022"/>
    <w:rsid w:val="00C95937"/>
    <w:rsid w:val="00C96FE7"/>
    <w:rsid w:val="00CA5471"/>
    <w:rsid w:val="00CA56E0"/>
    <w:rsid w:val="00CA5F48"/>
    <w:rsid w:val="00CA7190"/>
    <w:rsid w:val="00CB41D8"/>
    <w:rsid w:val="00CB59FD"/>
    <w:rsid w:val="00CB59FE"/>
    <w:rsid w:val="00CB6CDE"/>
    <w:rsid w:val="00CB6FB4"/>
    <w:rsid w:val="00CC12D1"/>
    <w:rsid w:val="00CC4E6B"/>
    <w:rsid w:val="00CC4E8D"/>
    <w:rsid w:val="00CC618A"/>
    <w:rsid w:val="00CC77FF"/>
    <w:rsid w:val="00CD319B"/>
    <w:rsid w:val="00CD39D4"/>
    <w:rsid w:val="00CD4C5D"/>
    <w:rsid w:val="00CD5DD6"/>
    <w:rsid w:val="00CE239F"/>
    <w:rsid w:val="00CE4218"/>
    <w:rsid w:val="00CE437F"/>
    <w:rsid w:val="00CE4ED6"/>
    <w:rsid w:val="00CE5784"/>
    <w:rsid w:val="00CE6C46"/>
    <w:rsid w:val="00CE73BA"/>
    <w:rsid w:val="00CE7EE7"/>
    <w:rsid w:val="00CF0125"/>
    <w:rsid w:val="00CF0224"/>
    <w:rsid w:val="00CF4132"/>
    <w:rsid w:val="00CF75DD"/>
    <w:rsid w:val="00CF7AB6"/>
    <w:rsid w:val="00D016C3"/>
    <w:rsid w:val="00D035F8"/>
    <w:rsid w:val="00D0561D"/>
    <w:rsid w:val="00D07408"/>
    <w:rsid w:val="00D07F11"/>
    <w:rsid w:val="00D10DA3"/>
    <w:rsid w:val="00D12EEE"/>
    <w:rsid w:val="00D13932"/>
    <w:rsid w:val="00D13F9E"/>
    <w:rsid w:val="00D1418C"/>
    <w:rsid w:val="00D153F4"/>
    <w:rsid w:val="00D155F5"/>
    <w:rsid w:val="00D1656A"/>
    <w:rsid w:val="00D21369"/>
    <w:rsid w:val="00D2272B"/>
    <w:rsid w:val="00D24780"/>
    <w:rsid w:val="00D247AB"/>
    <w:rsid w:val="00D274D0"/>
    <w:rsid w:val="00D307A3"/>
    <w:rsid w:val="00D30BB1"/>
    <w:rsid w:val="00D33698"/>
    <w:rsid w:val="00D3396F"/>
    <w:rsid w:val="00D35B2D"/>
    <w:rsid w:val="00D360AC"/>
    <w:rsid w:val="00D36D13"/>
    <w:rsid w:val="00D409DC"/>
    <w:rsid w:val="00D40C00"/>
    <w:rsid w:val="00D416A7"/>
    <w:rsid w:val="00D439E7"/>
    <w:rsid w:val="00D44BC0"/>
    <w:rsid w:val="00D452DF"/>
    <w:rsid w:val="00D46F55"/>
    <w:rsid w:val="00D50E89"/>
    <w:rsid w:val="00D54359"/>
    <w:rsid w:val="00D55DF3"/>
    <w:rsid w:val="00D5715E"/>
    <w:rsid w:val="00D617C1"/>
    <w:rsid w:val="00D61B1D"/>
    <w:rsid w:val="00D63BB9"/>
    <w:rsid w:val="00D6628D"/>
    <w:rsid w:val="00D6710B"/>
    <w:rsid w:val="00D74489"/>
    <w:rsid w:val="00D76E61"/>
    <w:rsid w:val="00D77FF6"/>
    <w:rsid w:val="00D80675"/>
    <w:rsid w:val="00D80D60"/>
    <w:rsid w:val="00D81746"/>
    <w:rsid w:val="00D81D0C"/>
    <w:rsid w:val="00D823AD"/>
    <w:rsid w:val="00D83D2D"/>
    <w:rsid w:val="00D83D9E"/>
    <w:rsid w:val="00D841EB"/>
    <w:rsid w:val="00D8443A"/>
    <w:rsid w:val="00D866E5"/>
    <w:rsid w:val="00D86BB8"/>
    <w:rsid w:val="00D875ED"/>
    <w:rsid w:val="00D902E6"/>
    <w:rsid w:val="00D9091A"/>
    <w:rsid w:val="00D93B98"/>
    <w:rsid w:val="00D96C8F"/>
    <w:rsid w:val="00D97CB3"/>
    <w:rsid w:val="00DA0103"/>
    <w:rsid w:val="00DA18E1"/>
    <w:rsid w:val="00DA1DAF"/>
    <w:rsid w:val="00DA2D6B"/>
    <w:rsid w:val="00DA2D76"/>
    <w:rsid w:val="00DA3867"/>
    <w:rsid w:val="00DA4452"/>
    <w:rsid w:val="00DA4D42"/>
    <w:rsid w:val="00DA4D80"/>
    <w:rsid w:val="00DA753E"/>
    <w:rsid w:val="00DA76A5"/>
    <w:rsid w:val="00DA7F3B"/>
    <w:rsid w:val="00DB3A27"/>
    <w:rsid w:val="00DB4B07"/>
    <w:rsid w:val="00DB59E7"/>
    <w:rsid w:val="00DC0EE4"/>
    <w:rsid w:val="00DC3FF7"/>
    <w:rsid w:val="00DC664F"/>
    <w:rsid w:val="00DC766D"/>
    <w:rsid w:val="00DD107A"/>
    <w:rsid w:val="00DD15CB"/>
    <w:rsid w:val="00DD1A3B"/>
    <w:rsid w:val="00DD25A0"/>
    <w:rsid w:val="00DD2C68"/>
    <w:rsid w:val="00DD3619"/>
    <w:rsid w:val="00DD365A"/>
    <w:rsid w:val="00DD4FE6"/>
    <w:rsid w:val="00DD6AFB"/>
    <w:rsid w:val="00DD7836"/>
    <w:rsid w:val="00DD7C65"/>
    <w:rsid w:val="00DE056E"/>
    <w:rsid w:val="00DE192B"/>
    <w:rsid w:val="00DE44A7"/>
    <w:rsid w:val="00DE4941"/>
    <w:rsid w:val="00DF28E0"/>
    <w:rsid w:val="00DF38D1"/>
    <w:rsid w:val="00DF4295"/>
    <w:rsid w:val="00DF4B5D"/>
    <w:rsid w:val="00DF6333"/>
    <w:rsid w:val="00E0199B"/>
    <w:rsid w:val="00E02E24"/>
    <w:rsid w:val="00E03FB7"/>
    <w:rsid w:val="00E043CA"/>
    <w:rsid w:val="00E10058"/>
    <w:rsid w:val="00E11926"/>
    <w:rsid w:val="00E12775"/>
    <w:rsid w:val="00E1384F"/>
    <w:rsid w:val="00E15755"/>
    <w:rsid w:val="00E164E8"/>
    <w:rsid w:val="00E22DFB"/>
    <w:rsid w:val="00E23397"/>
    <w:rsid w:val="00E31C26"/>
    <w:rsid w:val="00E349BF"/>
    <w:rsid w:val="00E3519B"/>
    <w:rsid w:val="00E35679"/>
    <w:rsid w:val="00E36277"/>
    <w:rsid w:val="00E370EB"/>
    <w:rsid w:val="00E378A5"/>
    <w:rsid w:val="00E43F10"/>
    <w:rsid w:val="00E44A32"/>
    <w:rsid w:val="00E46A34"/>
    <w:rsid w:val="00E47559"/>
    <w:rsid w:val="00E535EF"/>
    <w:rsid w:val="00E550B7"/>
    <w:rsid w:val="00E571A4"/>
    <w:rsid w:val="00E57FD2"/>
    <w:rsid w:val="00E602C1"/>
    <w:rsid w:val="00E63E7F"/>
    <w:rsid w:val="00E6485F"/>
    <w:rsid w:val="00E669E7"/>
    <w:rsid w:val="00E711D8"/>
    <w:rsid w:val="00E71EE8"/>
    <w:rsid w:val="00E7205A"/>
    <w:rsid w:val="00E74DC7"/>
    <w:rsid w:val="00E7542B"/>
    <w:rsid w:val="00E7706D"/>
    <w:rsid w:val="00E77538"/>
    <w:rsid w:val="00E81F3A"/>
    <w:rsid w:val="00E82539"/>
    <w:rsid w:val="00E82D3D"/>
    <w:rsid w:val="00E849C0"/>
    <w:rsid w:val="00E922FA"/>
    <w:rsid w:val="00E937CD"/>
    <w:rsid w:val="00E94471"/>
    <w:rsid w:val="00E9537C"/>
    <w:rsid w:val="00E969EE"/>
    <w:rsid w:val="00E977D6"/>
    <w:rsid w:val="00EA1218"/>
    <w:rsid w:val="00EA1E80"/>
    <w:rsid w:val="00EA3EF1"/>
    <w:rsid w:val="00EA4BE0"/>
    <w:rsid w:val="00EA5771"/>
    <w:rsid w:val="00EB0678"/>
    <w:rsid w:val="00EB162C"/>
    <w:rsid w:val="00EB1BDD"/>
    <w:rsid w:val="00EB3014"/>
    <w:rsid w:val="00EB34D5"/>
    <w:rsid w:val="00EB47FF"/>
    <w:rsid w:val="00EB6E62"/>
    <w:rsid w:val="00EC06BE"/>
    <w:rsid w:val="00EC0D0B"/>
    <w:rsid w:val="00EC5142"/>
    <w:rsid w:val="00EC543A"/>
    <w:rsid w:val="00EC5812"/>
    <w:rsid w:val="00EC6A12"/>
    <w:rsid w:val="00ED022F"/>
    <w:rsid w:val="00ED08CE"/>
    <w:rsid w:val="00ED1532"/>
    <w:rsid w:val="00ED40DA"/>
    <w:rsid w:val="00ED447A"/>
    <w:rsid w:val="00EE32D7"/>
    <w:rsid w:val="00EE3A12"/>
    <w:rsid w:val="00EE409D"/>
    <w:rsid w:val="00EE49BF"/>
    <w:rsid w:val="00EE72D8"/>
    <w:rsid w:val="00EE79CD"/>
    <w:rsid w:val="00EF03E9"/>
    <w:rsid w:val="00EF0F9A"/>
    <w:rsid w:val="00EF5443"/>
    <w:rsid w:val="00EF5AFD"/>
    <w:rsid w:val="00EF7B0C"/>
    <w:rsid w:val="00F02458"/>
    <w:rsid w:val="00F041D4"/>
    <w:rsid w:val="00F05AE6"/>
    <w:rsid w:val="00F12A32"/>
    <w:rsid w:val="00F136AF"/>
    <w:rsid w:val="00F16560"/>
    <w:rsid w:val="00F177C7"/>
    <w:rsid w:val="00F20096"/>
    <w:rsid w:val="00F241E9"/>
    <w:rsid w:val="00F30CF4"/>
    <w:rsid w:val="00F31561"/>
    <w:rsid w:val="00F31663"/>
    <w:rsid w:val="00F3348C"/>
    <w:rsid w:val="00F342FA"/>
    <w:rsid w:val="00F35719"/>
    <w:rsid w:val="00F3640B"/>
    <w:rsid w:val="00F36A2A"/>
    <w:rsid w:val="00F37B19"/>
    <w:rsid w:val="00F4017E"/>
    <w:rsid w:val="00F41E1F"/>
    <w:rsid w:val="00F4259B"/>
    <w:rsid w:val="00F42F0B"/>
    <w:rsid w:val="00F471C0"/>
    <w:rsid w:val="00F472B7"/>
    <w:rsid w:val="00F50ADA"/>
    <w:rsid w:val="00F56CD5"/>
    <w:rsid w:val="00F62565"/>
    <w:rsid w:val="00F65296"/>
    <w:rsid w:val="00F717EC"/>
    <w:rsid w:val="00F73546"/>
    <w:rsid w:val="00F747B8"/>
    <w:rsid w:val="00F7510A"/>
    <w:rsid w:val="00F76266"/>
    <w:rsid w:val="00F76276"/>
    <w:rsid w:val="00F763B2"/>
    <w:rsid w:val="00F76DEA"/>
    <w:rsid w:val="00F76EC0"/>
    <w:rsid w:val="00F774E1"/>
    <w:rsid w:val="00F81CD4"/>
    <w:rsid w:val="00F81E03"/>
    <w:rsid w:val="00F82178"/>
    <w:rsid w:val="00F823E5"/>
    <w:rsid w:val="00F829B7"/>
    <w:rsid w:val="00F84873"/>
    <w:rsid w:val="00F8568B"/>
    <w:rsid w:val="00F865EA"/>
    <w:rsid w:val="00F876C1"/>
    <w:rsid w:val="00F92CE5"/>
    <w:rsid w:val="00F93C24"/>
    <w:rsid w:val="00F9642A"/>
    <w:rsid w:val="00F97740"/>
    <w:rsid w:val="00FA2331"/>
    <w:rsid w:val="00FA56F3"/>
    <w:rsid w:val="00FA65ED"/>
    <w:rsid w:val="00FB0612"/>
    <w:rsid w:val="00FB0863"/>
    <w:rsid w:val="00FB0E0C"/>
    <w:rsid w:val="00FB4381"/>
    <w:rsid w:val="00FB50E5"/>
    <w:rsid w:val="00FB5FBF"/>
    <w:rsid w:val="00FB621A"/>
    <w:rsid w:val="00FB6F27"/>
    <w:rsid w:val="00FB7BBD"/>
    <w:rsid w:val="00FC0F06"/>
    <w:rsid w:val="00FC2A78"/>
    <w:rsid w:val="00FC3EA1"/>
    <w:rsid w:val="00FD1FE3"/>
    <w:rsid w:val="00FD20B6"/>
    <w:rsid w:val="00FD43DE"/>
    <w:rsid w:val="00FD494B"/>
    <w:rsid w:val="00FD4CBA"/>
    <w:rsid w:val="00FD6D81"/>
    <w:rsid w:val="00FD6DB4"/>
    <w:rsid w:val="00FD6FBD"/>
    <w:rsid w:val="00FD785B"/>
    <w:rsid w:val="00FE00D2"/>
    <w:rsid w:val="00FE2004"/>
    <w:rsid w:val="00FE4890"/>
    <w:rsid w:val="00FE5703"/>
    <w:rsid w:val="00FE6191"/>
    <w:rsid w:val="00FE70A7"/>
    <w:rsid w:val="00FE7510"/>
    <w:rsid w:val="00FF494C"/>
    <w:rsid w:val="00FF7E5F"/>
    <w:rsid w:val="01221964"/>
    <w:rsid w:val="013702FD"/>
    <w:rsid w:val="014B66ED"/>
    <w:rsid w:val="019A6292"/>
    <w:rsid w:val="01A15E40"/>
    <w:rsid w:val="01B76590"/>
    <w:rsid w:val="01E4061D"/>
    <w:rsid w:val="023011BF"/>
    <w:rsid w:val="030F7161"/>
    <w:rsid w:val="036A7852"/>
    <w:rsid w:val="03C30F29"/>
    <w:rsid w:val="03C357D4"/>
    <w:rsid w:val="040C2E61"/>
    <w:rsid w:val="048250B8"/>
    <w:rsid w:val="050C0134"/>
    <w:rsid w:val="051434A1"/>
    <w:rsid w:val="0519207E"/>
    <w:rsid w:val="051931D7"/>
    <w:rsid w:val="054D7CDC"/>
    <w:rsid w:val="055E7C32"/>
    <w:rsid w:val="0586646D"/>
    <w:rsid w:val="05C85674"/>
    <w:rsid w:val="06387737"/>
    <w:rsid w:val="065021EC"/>
    <w:rsid w:val="06550BC5"/>
    <w:rsid w:val="067670BA"/>
    <w:rsid w:val="06B47F75"/>
    <w:rsid w:val="06E225D7"/>
    <w:rsid w:val="072D753B"/>
    <w:rsid w:val="073160B8"/>
    <w:rsid w:val="0736721A"/>
    <w:rsid w:val="07970E8F"/>
    <w:rsid w:val="07B35CC7"/>
    <w:rsid w:val="083F4842"/>
    <w:rsid w:val="08EE63E3"/>
    <w:rsid w:val="09522063"/>
    <w:rsid w:val="095270F8"/>
    <w:rsid w:val="09D63F7C"/>
    <w:rsid w:val="09E40907"/>
    <w:rsid w:val="0A4F2B35"/>
    <w:rsid w:val="0AD658FA"/>
    <w:rsid w:val="0B091AC7"/>
    <w:rsid w:val="0B5D1D7A"/>
    <w:rsid w:val="0BD23147"/>
    <w:rsid w:val="0BD35ED7"/>
    <w:rsid w:val="0BFF37F2"/>
    <w:rsid w:val="0C0857E1"/>
    <w:rsid w:val="0C2E1A3B"/>
    <w:rsid w:val="0C852A82"/>
    <w:rsid w:val="0CAB3D30"/>
    <w:rsid w:val="0CC831A5"/>
    <w:rsid w:val="0D352209"/>
    <w:rsid w:val="0D6A443E"/>
    <w:rsid w:val="0DA543E5"/>
    <w:rsid w:val="0E5E7180"/>
    <w:rsid w:val="0ED605C5"/>
    <w:rsid w:val="0EFC2324"/>
    <w:rsid w:val="0F5E6AB0"/>
    <w:rsid w:val="0F6A7896"/>
    <w:rsid w:val="0FF9021B"/>
    <w:rsid w:val="0FFF7779"/>
    <w:rsid w:val="10013987"/>
    <w:rsid w:val="102C26CE"/>
    <w:rsid w:val="10511A1B"/>
    <w:rsid w:val="105D6CAD"/>
    <w:rsid w:val="107C3CE7"/>
    <w:rsid w:val="10AE0EAF"/>
    <w:rsid w:val="10D17415"/>
    <w:rsid w:val="113D7D91"/>
    <w:rsid w:val="116036DE"/>
    <w:rsid w:val="1184775C"/>
    <w:rsid w:val="11AC069A"/>
    <w:rsid w:val="126F71DD"/>
    <w:rsid w:val="12CE77BA"/>
    <w:rsid w:val="130F2100"/>
    <w:rsid w:val="13506DE1"/>
    <w:rsid w:val="13B3657C"/>
    <w:rsid w:val="13C640F9"/>
    <w:rsid w:val="13ED55A9"/>
    <w:rsid w:val="140C4035"/>
    <w:rsid w:val="14105C98"/>
    <w:rsid w:val="14196B3B"/>
    <w:rsid w:val="148100DA"/>
    <w:rsid w:val="14864661"/>
    <w:rsid w:val="149E1B9F"/>
    <w:rsid w:val="155F3F6B"/>
    <w:rsid w:val="157B6244"/>
    <w:rsid w:val="15916041"/>
    <w:rsid w:val="15AB6A65"/>
    <w:rsid w:val="15BC679F"/>
    <w:rsid w:val="163320F9"/>
    <w:rsid w:val="1650442C"/>
    <w:rsid w:val="165E730C"/>
    <w:rsid w:val="1674613A"/>
    <w:rsid w:val="16827CE0"/>
    <w:rsid w:val="168B38BB"/>
    <w:rsid w:val="16EB29A9"/>
    <w:rsid w:val="170D45DE"/>
    <w:rsid w:val="17C66552"/>
    <w:rsid w:val="17F678E4"/>
    <w:rsid w:val="1801295E"/>
    <w:rsid w:val="18183CDF"/>
    <w:rsid w:val="18CC0BEB"/>
    <w:rsid w:val="18F9075C"/>
    <w:rsid w:val="19346FB9"/>
    <w:rsid w:val="193A1DCB"/>
    <w:rsid w:val="194E7174"/>
    <w:rsid w:val="1AF712CD"/>
    <w:rsid w:val="1AFD3F55"/>
    <w:rsid w:val="1B6E4DB2"/>
    <w:rsid w:val="1BA20C71"/>
    <w:rsid w:val="1BB9131F"/>
    <w:rsid w:val="1BC0188C"/>
    <w:rsid w:val="1C1766C4"/>
    <w:rsid w:val="1C1C6C21"/>
    <w:rsid w:val="1C4E7948"/>
    <w:rsid w:val="1CA33D11"/>
    <w:rsid w:val="1CC85400"/>
    <w:rsid w:val="1D3240CA"/>
    <w:rsid w:val="1D800620"/>
    <w:rsid w:val="1D9B3011"/>
    <w:rsid w:val="1E1204FD"/>
    <w:rsid w:val="1E3D4421"/>
    <w:rsid w:val="1E700A4C"/>
    <w:rsid w:val="1E844800"/>
    <w:rsid w:val="1E992332"/>
    <w:rsid w:val="1EC42D17"/>
    <w:rsid w:val="1ECD745F"/>
    <w:rsid w:val="1ED42899"/>
    <w:rsid w:val="1EF00C7B"/>
    <w:rsid w:val="1F513882"/>
    <w:rsid w:val="1FD2463C"/>
    <w:rsid w:val="1FE52E3A"/>
    <w:rsid w:val="203076EA"/>
    <w:rsid w:val="20352E63"/>
    <w:rsid w:val="20582E40"/>
    <w:rsid w:val="20880132"/>
    <w:rsid w:val="20A25931"/>
    <w:rsid w:val="20C74B56"/>
    <w:rsid w:val="2113352F"/>
    <w:rsid w:val="21480A7E"/>
    <w:rsid w:val="21526DDA"/>
    <w:rsid w:val="21D018BB"/>
    <w:rsid w:val="21DE5280"/>
    <w:rsid w:val="22000B70"/>
    <w:rsid w:val="22294665"/>
    <w:rsid w:val="222A5612"/>
    <w:rsid w:val="223408B3"/>
    <w:rsid w:val="2270247B"/>
    <w:rsid w:val="229606FA"/>
    <w:rsid w:val="22EB3CFD"/>
    <w:rsid w:val="231C54CE"/>
    <w:rsid w:val="237057C4"/>
    <w:rsid w:val="23D90208"/>
    <w:rsid w:val="246A2AFC"/>
    <w:rsid w:val="24B95CA4"/>
    <w:rsid w:val="24F54F03"/>
    <w:rsid w:val="252730E6"/>
    <w:rsid w:val="2548089E"/>
    <w:rsid w:val="26086864"/>
    <w:rsid w:val="266C2C95"/>
    <w:rsid w:val="26984C54"/>
    <w:rsid w:val="26D17888"/>
    <w:rsid w:val="26EB0886"/>
    <w:rsid w:val="28252EB4"/>
    <w:rsid w:val="283300DD"/>
    <w:rsid w:val="283F1FE7"/>
    <w:rsid w:val="284031C5"/>
    <w:rsid w:val="28670ACF"/>
    <w:rsid w:val="28AF299A"/>
    <w:rsid w:val="290E394F"/>
    <w:rsid w:val="291147C2"/>
    <w:rsid w:val="2936545D"/>
    <w:rsid w:val="298356B4"/>
    <w:rsid w:val="29CB62FC"/>
    <w:rsid w:val="29EC4862"/>
    <w:rsid w:val="29F94EB7"/>
    <w:rsid w:val="29FA28E5"/>
    <w:rsid w:val="2A27514C"/>
    <w:rsid w:val="2A773CE2"/>
    <w:rsid w:val="2AA311DF"/>
    <w:rsid w:val="2ABD5747"/>
    <w:rsid w:val="2AD26608"/>
    <w:rsid w:val="2B0A2079"/>
    <w:rsid w:val="2BA32ACE"/>
    <w:rsid w:val="2C6B5376"/>
    <w:rsid w:val="2C7E2BF9"/>
    <w:rsid w:val="2C8B3206"/>
    <w:rsid w:val="2CB42B97"/>
    <w:rsid w:val="2D2667A6"/>
    <w:rsid w:val="2D6F3568"/>
    <w:rsid w:val="2D8627EF"/>
    <w:rsid w:val="2DA25EBB"/>
    <w:rsid w:val="2DF964E2"/>
    <w:rsid w:val="2E0A6F93"/>
    <w:rsid w:val="2E0E055C"/>
    <w:rsid w:val="2E801A9A"/>
    <w:rsid w:val="2F90565E"/>
    <w:rsid w:val="2FBD3E2D"/>
    <w:rsid w:val="2FDC3B26"/>
    <w:rsid w:val="303355AF"/>
    <w:rsid w:val="30407719"/>
    <w:rsid w:val="3134456E"/>
    <w:rsid w:val="313E16BB"/>
    <w:rsid w:val="3148308D"/>
    <w:rsid w:val="315F5105"/>
    <w:rsid w:val="319A0D43"/>
    <w:rsid w:val="31EF60DC"/>
    <w:rsid w:val="32A3590E"/>
    <w:rsid w:val="32DC03B3"/>
    <w:rsid w:val="32E9081D"/>
    <w:rsid w:val="330C5E62"/>
    <w:rsid w:val="331F6195"/>
    <w:rsid w:val="33530F32"/>
    <w:rsid w:val="33590186"/>
    <w:rsid w:val="33644CE2"/>
    <w:rsid w:val="337D64BF"/>
    <w:rsid w:val="338C7242"/>
    <w:rsid w:val="33A73400"/>
    <w:rsid w:val="33A84605"/>
    <w:rsid w:val="33B42167"/>
    <w:rsid w:val="34135475"/>
    <w:rsid w:val="34434E3A"/>
    <w:rsid w:val="34B7568A"/>
    <w:rsid w:val="3535406A"/>
    <w:rsid w:val="356C10ED"/>
    <w:rsid w:val="357C4518"/>
    <w:rsid w:val="358C3D26"/>
    <w:rsid w:val="359A1EF3"/>
    <w:rsid w:val="360818D6"/>
    <w:rsid w:val="36141405"/>
    <w:rsid w:val="365B7AA6"/>
    <w:rsid w:val="36A77068"/>
    <w:rsid w:val="36C2195E"/>
    <w:rsid w:val="370748ED"/>
    <w:rsid w:val="378D214D"/>
    <w:rsid w:val="37992BE9"/>
    <w:rsid w:val="37F06499"/>
    <w:rsid w:val="38234B98"/>
    <w:rsid w:val="38614073"/>
    <w:rsid w:val="39AD18BC"/>
    <w:rsid w:val="39DB3EFE"/>
    <w:rsid w:val="3A090719"/>
    <w:rsid w:val="3A3B5126"/>
    <w:rsid w:val="3A592BCD"/>
    <w:rsid w:val="3A650A51"/>
    <w:rsid w:val="3A656531"/>
    <w:rsid w:val="3A8910A2"/>
    <w:rsid w:val="3B2804EF"/>
    <w:rsid w:val="3B560977"/>
    <w:rsid w:val="3B7C4886"/>
    <w:rsid w:val="3BA057AA"/>
    <w:rsid w:val="3BB174B7"/>
    <w:rsid w:val="3BD57935"/>
    <w:rsid w:val="3C05294D"/>
    <w:rsid w:val="3C8F3170"/>
    <w:rsid w:val="3CDE65C1"/>
    <w:rsid w:val="3CFD14AB"/>
    <w:rsid w:val="3D235F6C"/>
    <w:rsid w:val="3D5B527B"/>
    <w:rsid w:val="3D815F73"/>
    <w:rsid w:val="3DFE122E"/>
    <w:rsid w:val="3E2211E1"/>
    <w:rsid w:val="3E4B4F46"/>
    <w:rsid w:val="3E685289"/>
    <w:rsid w:val="3E7A5089"/>
    <w:rsid w:val="3FB8442E"/>
    <w:rsid w:val="3FE77B54"/>
    <w:rsid w:val="3FF55D62"/>
    <w:rsid w:val="403B46D6"/>
    <w:rsid w:val="410B77DF"/>
    <w:rsid w:val="41480A6D"/>
    <w:rsid w:val="4192009F"/>
    <w:rsid w:val="41A512E3"/>
    <w:rsid w:val="41D91FF3"/>
    <w:rsid w:val="42084EDB"/>
    <w:rsid w:val="423F1703"/>
    <w:rsid w:val="429D1FE1"/>
    <w:rsid w:val="42BB1364"/>
    <w:rsid w:val="431C585A"/>
    <w:rsid w:val="4392304F"/>
    <w:rsid w:val="4394216B"/>
    <w:rsid w:val="43B3549C"/>
    <w:rsid w:val="44037C43"/>
    <w:rsid w:val="44401C6D"/>
    <w:rsid w:val="44B253E2"/>
    <w:rsid w:val="45F94CE4"/>
    <w:rsid w:val="45FD2DDA"/>
    <w:rsid w:val="46041238"/>
    <w:rsid w:val="46847DEA"/>
    <w:rsid w:val="47275882"/>
    <w:rsid w:val="47276EFB"/>
    <w:rsid w:val="47484CF6"/>
    <w:rsid w:val="4751672E"/>
    <w:rsid w:val="477967A5"/>
    <w:rsid w:val="47AC3A9F"/>
    <w:rsid w:val="47B2614B"/>
    <w:rsid w:val="47CB3CDE"/>
    <w:rsid w:val="48426AEA"/>
    <w:rsid w:val="48923B54"/>
    <w:rsid w:val="489A02E2"/>
    <w:rsid w:val="49FA596C"/>
    <w:rsid w:val="4A3F3878"/>
    <w:rsid w:val="4A7B568A"/>
    <w:rsid w:val="4AD72B99"/>
    <w:rsid w:val="4B956A0B"/>
    <w:rsid w:val="4BD37488"/>
    <w:rsid w:val="4C5F036D"/>
    <w:rsid w:val="4C9D0F2E"/>
    <w:rsid w:val="4CA01D32"/>
    <w:rsid w:val="4CE87B59"/>
    <w:rsid w:val="4D307741"/>
    <w:rsid w:val="4D36444D"/>
    <w:rsid w:val="4D5E2C21"/>
    <w:rsid w:val="4D95473B"/>
    <w:rsid w:val="4E2C2135"/>
    <w:rsid w:val="4EA30A6B"/>
    <w:rsid w:val="4EA43C6C"/>
    <w:rsid w:val="4EB32AC6"/>
    <w:rsid w:val="4EC24495"/>
    <w:rsid w:val="4EC26536"/>
    <w:rsid w:val="4EC50FF5"/>
    <w:rsid w:val="4EDA3BB5"/>
    <w:rsid w:val="4F192224"/>
    <w:rsid w:val="4F693EBE"/>
    <w:rsid w:val="4FD81221"/>
    <w:rsid w:val="503613C3"/>
    <w:rsid w:val="50377F1B"/>
    <w:rsid w:val="5086611D"/>
    <w:rsid w:val="50AD205F"/>
    <w:rsid w:val="50FB345E"/>
    <w:rsid w:val="50FE76E6"/>
    <w:rsid w:val="513E173E"/>
    <w:rsid w:val="516E5FDC"/>
    <w:rsid w:val="51730388"/>
    <w:rsid w:val="51C15136"/>
    <w:rsid w:val="51F121F5"/>
    <w:rsid w:val="52181E28"/>
    <w:rsid w:val="52C75B32"/>
    <w:rsid w:val="52E76010"/>
    <w:rsid w:val="53065495"/>
    <w:rsid w:val="53474BAB"/>
    <w:rsid w:val="535E3979"/>
    <w:rsid w:val="53681358"/>
    <w:rsid w:val="538B579F"/>
    <w:rsid w:val="53AA601B"/>
    <w:rsid w:val="541D648A"/>
    <w:rsid w:val="54BB59C3"/>
    <w:rsid w:val="55784BBD"/>
    <w:rsid w:val="561249F2"/>
    <w:rsid w:val="56433E05"/>
    <w:rsid w:val="56437312"/>
    <w:rsid w:val="56EB57FF"/>
    <w:rsid w:val="570D6BB4"/>
    <w:rsid w:val="57803C9E"/>
    <w:rsid w:val="579C7062"/>
    <w:rsid w:val="57C6761B"/>
    <w:rsid w:val="58227843"/>
    <w:rsid w:val="5873795E"/>
    <w:rsid w:val="587F70E5"/>
    <w:rsid w:val="588369FF"/>
    <w:rsid w:val="58D751FB"/>
    <w:rsid w:val="59020C20"/>
    <w:rsid w:val="5A921BCA"/>
    <w:rsid w:val="5B2C567B"/>
    <w:rsid w:val="5B3910A6"/>
    <w:rsid w:val="5B9D6841"/>
    <w:rsid w:val="5BA919BE"/>
    <w:rsid w:val="5BFC091B"/>
    <w:rsid w:val="5C14765C"/>
    <w:rsid w:val="5C1E7A99"/>
    <w:rsid w:val="5C2E4905"/>
    <w:rsid w:val="5C615923"/>
    <w:rsid w:val="5C7C769B"/>
    <w:rsid w:val="5C856D65"/>
    <w:rsid w:val="5CB50934"/>
    <w:rsid w:val="5CBC0302"/>
    <w:rsid w:val="5CD169FD"/>
    <w:rsid w:val="5CF36176"/>
    <w:rsid w:val="5D244D38"/>
    <w:rsid w:val="5D863452"/>
    <w:rsid w:val="5D9B1F4F"/>
    <w:rsid w:val="5E1974FE"/>
    <w:rsid w:val="5E7A324A"/>
    <w:rsid w:val="5E891B1D"/>
    <w:rsid w:val="5E926135"/>
    <w:rsid w:val="5EAA7777"/>
    <w:rsid w:val="5EAF0AD2"/>
    <w:rsid w:val="5EDB66BF"/>
    <w:rsid w:val="5F0C1C92"/>
    <w:rsid w:val="5F367690"/>
    <w:rsid w:val="5F451A77"/>
    <w:rsid w:val="5F7B3DF8"/>
    <w:rsid w:val="5F920CA4"/>
    <w:rsid w:val="5FB66DC6"/>
    <w:rsid w:val="5FCB1948"/>
    <w:rsid w:val="60027796"/>
    <w:rsid w:val="60605540"/>
    <w:rsid w:val="60717667"/>
    <w:rsid w:val="60AF50E6"/>
    <w:rsid w:val="60BC6995"/>
    <w:rsid w:val="60D245FF"/>
    <w:rsid w:val="61020393"/>
    <w:rsid w:val="615F3CD7"/>
    <w:rsid w:val="61AC72A2"/>
    <w:rsid w:val="61BB5538"/>
    <w:rsid w:val="62B153F9"/>
    <w:rsid w:val="62C34F96"/>
    <w:rsid w:val="635E7533"/>
    <w:rsid w:val="638B5163"/>
    <w:rsid w:val="63955EAF"/>
    <w:rsid w:val="639C2A66"/>
    <w:rsid w:val="64022FC3"/>
    <w:rsid w:val="64066B8E"/>
    <w:rsid w:val="643F4FBC"/>
    <w:rsid w:val="647A4E73"/>
    <w:rsid w:val="647F344E"/>
    <w:rsid w:val="64C22C9F"/>
    <w:rsid w:val="65207433"/>
    <w:rsid w:val="66283686"/>
    <w:rsid w:val="662B6973"/>
    <w:rsid w:val="6662124E"/>
    <w:rsid w:val="669E35F7"/>
    <w:rsid w:val="66C7034C"/>
    <w:rsid w:val="67007F4A"/>
    <w:rsid w:val="6716424F"/>
    <w:rsid w:val="673C78FA"/>
    <w:rsid w:val="683F109F"/>
    <w:rsid w:val="684B1F1B"/>
    <w:rsid w:val="6865067B"/>
    <w:rsid w:val="6893599E"/>
    <w:rsid w:val="68AD54A1"/>
    <w:rsid w:val="68D5752C"/>
    <w:rsid w:val="68FE44C6"/>
    <w:rsid w:val="69176B87"/>
    <w:rsid w:val="69BA3724"/>
    <w:rsid w:val="6A647FD4"/>
    <w:rsid w:val="6AB80DA3"/>
    <w:rsid w:val="6B0564B1"/>
    <w:rsid w:val="6BB81A39"/>
    <w:rsid w:val="6BDD6DDC"/>
    <w:rsid w:val="6C410A1D"/>
    <w:rsid w:val="6C5A02A3"/>
    <w:rsid w:val="6C8A7D21"/>
    <w:rsid w:val="6C980E1D"/>
    <w:rsid w:val="6CB62C9D"/>
    <w:rsid w:val="6CDD4306"/>
    <w:rsid w:val="6ED376E8"/>
    <w:rsid w:val="6EF44F12"/>
    <w:rsid w:val="6F335B4E"/>
    <w:rsid w:val="6F4852D7"/>
    <w:rsid w:val="6FD42B51"/>
    <w:rsid w:val="70443227"/>
    <w:rsid w:val="70494F1C"/>
    <w:rsid w:val="70FC6496"/>
    <w:rsid w:val="7129581D"/>
    <w:rsid w:val="71556F7E"/>
    <w:rsid w:val="71A43A93"/>
    <w:rsid w:val="71EA773A"/>
    <w:rsid w:val="71F31209"/>
    <w:rsid w:val="72352BE9"/>
    <w:rsid w:val="723B196B"/>
    <w:rsid w:val="726E2B56"/>
    <w:rsid w:val="730240EA"/>
    <w:rsid w:val="73056635"/>
    <w:rsid w:val="734E0B58"/>
    <w:rsid w:val="73C7162A"/>
    <w:rsid w:val="74285A9E"/>
    <w:rsid w:val="743F1056"/>
    <w:rsid w:val="745B510E"/>
    <w:rsid w:val="74906CF1"/>
    <w:rsid w:val="74A51CE4"/>
    <w:rsid w:val="75324F4F"/>
    <w:rsid w:val="756B7652"/>
    <w:rsid w:val="75AA227E"/>
    <w:rsid w:val="75D22707"/>
    <w:rsid w:val="75F871C9"/>
    <w:rsid w:val="76882B78"/>
    <w:rsid w:val="76AA161B"/>
    <w:rsid w:val="76EB6446"/>
    <w:rsid w:val="77385E4E"/>
    <w:rsid w:val="77410F3F"/>
    <w:rsid w:val="776515CD"/>
    <w:rsid w:val="779D741D"/>
    <w:rsid w:val="77A57627"/>
    <w:rsid w:val="77B223BE"/>
    <w:rsid w:val="780A09DA"/>
    <w:rsid w:val="78347D28"/>
    <w:rsid w:val="785651DF"/>
    <w:rsid w:val="785B027E"/>
    <w:rsid w:val="78767EBC"/>
    <w:rsid w:val="788D091D"/>
    <w:rsid w:val="78B41976"/>
    <w:rsid w:val="7962722F"/>
    <w:rsid w:val="79924735"/>
    <w:rsid w:val="7A163737"/>
    <w:rsid w:val="7A2218CF"/>
    <w:rsid w:val="7AB22403"/>
    <w:rsid w:val="7AB528BF"/>
    <w:rsid w:val="7ACD1A0B"/>
    <w:rsid w:val="7B371C43"/>
    <w:rsid w:val="7B3C0865"/>
    <w:rsid w:val="7B571096"/>
    <w:rsid w:val="7B5C03DF"/>
    <w:rsid w:val="7B741CBD"/>
    <w:rsid w:val="7B8B71A6"/>
    <w:rsid w:val="7BC32641"/>
    <w:rsid w:val="7BEA65FA"/>
    <w:rsid w:val="7BFD708C"/>
    <w:rsid w:val="7C8169FB"/>
    <w:rsid w:val="7D2E14C9"/>
    <w:rsid w:val="7D6E218D"/>
    <w:rsid w:val="7DD92611"/>
    <w:rsid w:val="7DEC4C21"/>
    <w:rsid w:val="7E465896"/>
    <w:rsid w:val="7E4E5A71"/>
    <w:rsid w:val="7E637695"/>
    <w:rsid w:val="7E861238"/>
    <w:rsid w:val="7ED04051"/>
    <w:rsid w:val="7EFD5BBF"/>
    <w:rsid w:val="7F075EDC"/>
    <w:rsid w:val="7F6753AC"/>
    <w:rsid w:val="7FAE6FCA"/>
    <w:rsid w:val="7FF3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5">
    <w:name w:val="Default Paragraph Font"/>
    <w:semiHidden/>
    <w:unhideWhenUsed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/>
    </w:rPr>
  </w:style>
  <w:style w:type="paragraph" w:styleId="4">
    <w:name w:val="annotation text"/>
    <w:basedOn w:val="1"/>
    <w:link w:val="23"/>
    <w:qFormat/>
    <w:uiPriority w:val="0"/>
    <w:pPr>
      <w:jc w:val="left"/>
    </w:pPr>
  </w:style>
  <w:style w:type="paragraph" w:styleId="5">
    <w:name w:val="Body Text"/>
    <w:basedOn w:val="1"/>
    <w:link w:val="26"/>
    <w:qFormat/>
    <w:uiPriority w:val="0"/>
    <w:pPr>
      <w:spacing w:after="120"/>
    </w:pPr>
  </w:style>
  <w:style w:type="paragraph" w:styleId="6">
    <w:name w:val="Body Text Indent"/>
    <w:basedOn w:val="1"/>
    <w:link w:val="27"/>
    <w:qFormat/>
    <w:uiPriority w:val="0"/>
    <w:pPr>
      <w:ind w:firstLine="630"/>
    </w:pPr>
    <w:rPr>
      <w:rFonts w:ascii="仿宋_GB2312" w:eastAsia="仿宋_GB2312"/>
      <w:sz w:val="32"/>
    </w:rPr>
  </w:style>
  <w:style w:type="paragraph" w:styleId="7">
    <w:name w:val="Date"/>
    <w:basedOn w:val="1"/>
    <w:next w:val="1"/>
    <w:qFormat/>
    <w:uiPriority w:val="0"/>
    <w:rPr>
      <w:rFonts w:ascii="仿宋_GB2312" w:eastAsia="仿宋_GB2312"/>
      <w:sz w:val="32"/>
    </w:rPr>
  </w:style>
  <w:style w:type="paragraph" w:styleId="8">
    <w:name w:val="Balloon Text"/>
    <w:basedOn w:val="1"/>
    <w:semiHidden/>
    <w:qFormat/>
    <w:uiPriority w:val="0"/>
    <w:rPr>
      <w:sz w:val="18"/>
      <w:szCs w:val="18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12">
    <w:name w:val="annotation subject"/>
    <w:basedOn w:val="4"/>
    <w:next w:val="4"/>
    <w:link w:val="24"/>
    <w:qFormat/>
    <w:uiPriority w:val="0"/>
    <w:rPr>
      <w:b/>
      <w:bCs/>
    </w:rPr>
  </w:style>
  <w:style w:type="table" w:styleId="14">
    <w:name w:val="Table Grid"/>
    <w:basedOn w:val="13"/>
    <w:qFormat/>
    <w:uiPriority w:val="0"/>
    <w:pPr>
      <w:widowControl w:val="0"/>
      <w:spacing w:line="360" w:lineRule="auto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page number"/>
    <w:basedOn w:val="15"/>
    <w:qFormat/>
    <w:uiPriority w:val="0"/>
  </w:style>
  <w:style w:type="character" w:styleId="17">
    <w:name w:val="Hyperlink"/>
    <w:qFormat/>
    <w:uiPriority w:val="0"/>
    <w:rPr>
      <w:color w:val="0000FF"/>
      <w:u w:val="single"/>
    </w:rPr>
  </w:style>
  <w:style w:type="character" w:styleId="18">
    <w:name w:val="annotation reference"/>
    <w:qFormat/>
    <w:uiPriority w:val="0"/>
    <w:rPr>
      <w:sz w:val="21"/>
      <w:szCs w:val="21"/>
    </w:rPr>
  </w:style>
  <w:style w:type="paragraph" w:customStyle="1" w:styleId="19">
    <w:name w:val="_Style 18"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">
    <w:name w:val="样式 三号 加粗 居中"/>
    <w:basedOn w:val="1"/>
    <w:qFormat/>
    <w:uiPriority w:val="0"/>
    <w:pPr>
      <w:jc w:val="center"/>
    </w:pPr>
    <w:rPr>
      <w:rFonts w:cs="宋体"/>
      <w:b/>
      <w:bCs/>
      <w:sz w:val="32"/>
    </w:rPr>
  </w:style>
  <w:style w:type="paragraph" w:customStyle="1" w:styleId="21">
    <w:name w:val="Char"/>
    <w:basedOn w:val="1"/>
    <w:qFormat/>
    <w:uiPriority w:val="0"/>
    <w:rPr>
      <w:rFonts w:ascii="Tahoma" w:hAnsi="Tahoma"/>
      <w:color w:val="000000"/>
      <w:sz w:val="18"/>
      <w:szCs w:val="18"/>
    </w:rPr>
  </w:style>
  <w:style w:type="character" w:customStyle="1" w:styleId="22">
    <w:name w:val="样式 四号"/>
    <w:qFormat/>
    <w:uiPriority w:val="0"/>
    <w:rPr>
      <w:sz w:val="28"/>
    </w:rPr>
  </w:style>
  <w:style w:type="character" w:customStyle="1" w:styleId="23">
    <w:name w:val="批注文字 Char"/>
    <w:link w:val="4"/>
    <w:qFormat/>
    <w:uiPriority w:val="0"/>
    <w:rPr>
      <w:kern w:val="2"/>
      <w:sz w:val="21"/>
    </w:rPr>
  </w:style>
  <w:style w:type="character" w:customStyle="1" w:styleId="24">
    <w:name w:val="批注主题 Char"/>
    <w:link w:val="12"/>
    <w:qFormat/>
    <w:uiPriority w:val="0"/>
    <w:rPr>
      <w:b/>
      <w:bCs/>
      <w:kern w:val="2"/>
      <w:sz w:val="21"/>
    </w:rPr>
  </w:style>
  <w:style w:type="paragraph" w:styleId="25">
    <w:name w:val="List Paragraph"/>
    <w:basedOn w:val="1"/>
    <w:unhideWhenUsed/>
    <w:uiPriority w:val="99"/>
    <w:pPr>
      <w:ind w:firstLine="420" w:firstLineChars="200"/>
    </w:pPr>
  </w:style>
  <w:style w:type="character" w:customStyle="1" w:styleId="26">
    <w:name w:val="正文文本 Char"/>
    <w:basedOn w:val="15"/>
    <w:link w:val="5"/>
    <w:uiPriority w:val="0"/>
    <w:rPr>
      <w:kern w:val="2"/>
      <w:sz w:val="21"/>
    </w:rPr>
  </w:style>
  <w:style w:type="character" w:customStyle="1" w:styleId="27">
    <w:name w:val="正文文本缩进 Char"/>
    <w:basedOn w:val="15"/>
    <w:link w:val="6"/>
    <w:uiPriority w:val="0"/>
    <w:rPr>
      <w:rFonts w:ascii="仿宋_GB2312" w:eastAsia="仿宋_GB2312"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5991;&#20214;&#27169;&#26495;\&#20844;&#25991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258D468-3F70-4D93-B721-61CFC1A7A9A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公文.dot</Template>
  <Company>个人电脑</Company>
  <Pages>17</Pages>
  <Words>890</Words>
  <Characters>5077</Characters>
  <Lines>42</Lines>
  <Paragraphs>11</Paragraphs>
  <TotalTime>2</TotalTime>
  <ScaleCrop>false</ScaleCrop>
  <LinksUpToDate>false</LinksUpToDate>
  <CharactersWithSpaces>5956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2021-06-11T02:30:00Z</dcterms:created>
  <dc:creator>zsy</dc:creator>
  <cp:lastModifiedBy>寒灰秋末</cp:lastModifiedBy>
  <cp:lastPrinted>2021-06-10T08:46:00Z</cp:lastPrinted>
  <dcterms:modified xsi:type="dcterms:W3CDTF">2021-06-11T02:37:18Z</dcterms:modified>
  <dc:title>0000001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8DEB17BE65EB43128ACD3CC296D160AF</vt:lpwstr>
  </property>
</Properties>
</file>